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B5" w:rsidRPr="00FC480A" w:rsidRDefault="00C13FB5" w:rsidP="00FC48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UMOWA nr ……………………..</w:t>
      </w:r>
    </w:p>
    <w:p w:rsidR="00C13FB5" w:rsidRPr="00FC480A" w:rsidRDefault="00C13FB5" w:rsidP="00FC480A">
      <w:pPr>
        <w:suppressAutoHyphens/>
        <w:spacing w:after="0" w:line="240" w:lineRule="auto"/>
        <w:rPr>
          <w:rFonts w:ascii="Times New Roman" w:hAnsi="Times New Roman" w:cs="Times New Roman"/>
          <w:sz w:val="23"/>
          <w:szCs w:val="23"/>
          <w:lang w:eastAsia="ar-SA"/>
        </w:rPr>
      </w:pPr>
    </w:p>
    <w:p w:rsidR="00C13FB5" w:rsidRDefault="00C13FB5" w:rsidP="00AC1E7E">
      <w:pPr>
        <w:suppressAutoHyphens/>
        <w:spacing w:after="0" w:line="276" w:lineRule="auto"/>
        <w:rPr>
          <w:rFonts w:ascii="Times New Roman" w:hAnsi="Times New Roman"/>
          <w:sz w:val="23"/>
          <w:szCs w:val="23"/>
          <w:lang w:eastAsia="ar-SA"/>
        </w:rPr>
      </w:pPr>
      <w:r>
        <w:rPr>
          <w:rFonts w:ascii="Times New Roman" w:hAnsi="Times New Roman"/>
          <w:lang w:eastAsia="ar-SA"/>
        </w:rPr>
        <w:t>zawarta w Raciborzu w dniu ………………...…r. pomiędzy:</w:t>
      </w:r>
    </w:p>
    <w:p w:rsidR="00C13FB5" w:rsidRPr="00C1263C" w:rsidRDefault="00C13FB5" w:rsidP="00AC1E7E">
      <w:pPr>
        <w:suppressAutoHyphens/>
        <w:spacing w:after="0" w:line="276" w:lineRule="auto"/>
        <w:rPr>
          <w:rFonts w:ascii="Times New Roman" w:hAnsi="Times New Roman"/>
          <w:sz w:val="24"/>
          <w:szCs w:val="24"/>
          <w:lang w:eastAsia="ar-SA"/>
        </w:rPr>
      </w:pPr>
    </w:p>
    <w:p w:rsidR="00C13FB5" w:rsidRPr="001A1522" w:rsidRDefault="00C13FB5" w:rsidP="00AC1E7E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>Miastem Racibórz z siedzibą: ul. Króla Stefana Batorego 6, 47-400 Racibórz</w:t>
      </w:r>
    </w:p>
    <w:p w:rsidR="00C13FB5" w:rsidRPr="001A1522" w:rsidRDefault="00C13FB5" w:rsidP="00AC1E7E">
      <w:pPr>
        <w:pStyle w:val="Tekstpodstawowy31"/>
        <w:rPr>
          <w:sz w:val="22"/>
          <w:szCs w:val="22"/>
        </w:rPr>
      </w:pPr>
    </w:p>
    <w:p w:rsidR="00C13FB5" w:rsidRPr="001A1522" w:rsidRDefault="00C13FB5" w:rsidP="00AC1E7E">
      <w:pPr>
        <w:pStyle w:val="Tekstpodstawowy31"/>
        <w:rPr>
          <w:sz w:val="22"/>
          <w:szCs w:val="22"/>
        </w:rPr>
      </w:pPr>
      <w:r w:rsidRPr="001A1522">
        <w:rPr>
          <w:b/>
          <w:sz w:val="22"/>
          <w:szCs w:val="22"/>
        </w:rPr>
        <w:t>NIP:</w:t>
      </w:r>
      <w:r>
        <w:rPr>
          <w:sz w:val="22"/>
          <w:szCs w:val="22"/>
        </w:rPr>
        <w:t xml:space="preserve">   </w:t>
      </w:r>
      <w:r w:rsidRPr="001A1522">
        <w:rPr>
          <w:sz w:val="22"/>
          <w:szCs w:val="22"/>
        </w:rPr>
        <w:t xml:space="preserve"> 639-10-02-175, </w:t>
      </w:r>
      <w:r>
        <w:rPr>
          <w:sz w:val="22"/>
          <w:szCs w:val="22"/>
        </w:rPr>
        <w:t xml:space="preserve">     </w:t>
      </w:r>
      <w:r w:rsidRPr="001A1522">
        <w:rPr>
          <w:b/>
          <w:sz w:val="22"/>
          <w:szCs w:val="22"/>
        </w:rPr>
        <w:t>REGON:</w:t>
      </w:r>
      <w:r>
        <w:rPr>
          <w:sz w:val="22"/>
          <w:szCs w:val="22"/>
        </w:rPr>
        <w:t xml:space="preserve"> </w:t>
      </w:r>
      <w:r w:rsidRPr="001A1522">
        <w:rPr>
          <w:sz w:val="22"/>
          <w:szCs w:val="22"/>
        </w:rPr>
        <w:t xml:space="preserve"> 276258397</w:t>
      </w:r>
    </w:p>
    <w:p w:rsidR="00C13FB5" w:rsidRPr="00C1263C" w:rsidRDefault="00C13FB5" w:rsidP="00AC1E7E">
      <w:pPr>
        <w:pStyle w:val="Tekstpodstawowy31"/>
        <w:rPr>
          <w:sz w:val="16"/>
          <w:szCs w:val="16"/>
        </w:rPr>
      </w:pPr>
    </w:p>
    <w:p w:rsidR="00C13FB5" w:rsidRDefault="00C13FB5" w:rsidP="00AC1E7E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 xml:space="preserve">w imieniu którego działa: </w:t>
      </w:r>
      <w:bookmarkStart w:id="0" w:name="spanIdElementZawartosc"/>
      <w:bookmarkEnd w:id="0"/>
      <w:r w:rsidRPr="001A1522">
        <w:rPr>
          <w:rStyle w:val="Strong"/>
          <w:bCs/>
          <w:sz w:val="22"/>
          <w:szCs w:val="22"/>
        </w:rPr>
        <w:t>Dariusz Polowy</w:t>
      </w:r>
      <w:r w:rsidRPr="001A1522">
        <w:rPr>
          <w:sz w:val="22"/>
          <w:szCs w:val="22"/>
        </w:rPr>
        <w:t xml:space="preserve">  - Prezydent Miasta Racibórz</w:t>
      </w:r>
    </w:p>
    <w:p w:rsidR="00C13FB5" w:rsidRPr="00C1263C" w:rsidRDefault="00C13FB5" w:rsidP="00AC1E7E">
      <w:pPr>
        <w:pStyle w:val="Tekstpodstawowy31"/>
        <w:rPr>
          <w:sz w:val="24"/>
          <w:szCs w:val="24"/>
        </w:rPr>
      </w:pPr>
    </w:p>
    <w:p w:rsidR="00C13FB5" w:rsidRPr="001A1522" w:rsidRDefault="00C13FB5" w:rsidP="00AC1E7E">
      <w:pPr>
        <w:pStyle w:val="Tekstpodstawowy31"/>
        <w:rPr>
          <w:b/>
          <w:sz w:val="22"/>
          <w:szCs w:val="22"/>
        </w:rPr>
      </w:pPr>
      <w:r w:rsidRPr="001A1522">
        <w:rPr>
          <w:sz w:val="22"/>
          <w:szCs w:val="22"/>
        </w:rPr>
        <w:t xml:space="preserve">zwanym dalej </w:t>
      </w:r>
      <w:r w:rsidRPr="001A1522">
        <w:rPr>
          <w:b/>
          <w:sz w:val="22"/>
          <w:szCs w:val="22"/>
        </w:rPr>
        <w:t>„Zamawiającym”</w:t>
      </w:r>
    </w:p>
    <w:p w:rsidR="00C13FB5" w:rsidRPr="00FC480A" w:rsidRDefault="00C13FB5" w:rsidP="00FC480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C13FB5" w:rsidRPr="00FC480A" w:rsidRDefault="00C13FB5" w:rsidP="00FC480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sz w:val="23"/>
          <w:szCs w:val="23"/>
          <w:lang w:eastAsia="ar-SA"/>
        </w:rPr>
        <w:t>a</w:t>
      </w:r>
    </w:p>
    <w:p w:rsidR="00C13FB5" w:rsidRPr="00FC480A" w:rsidRDefault="00C13FB5" w:rsidP="00FC480A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ar-SA"/>
        </w:rPr>
      </w:pPr>
    </w:p>
    <w:p w:rsidR="00C13FB5" w:rsidRPr="00FC480A" w:rsidRDefault="00C13FB5" w:rsidP="00FC480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sz w:val="23"/>
          <w:szCs w:val="23"/>
          <w:lang w:eastAsia="ar-SA"/>
        </w:rPr>
        <w:t>………………………</w:t>
      </w:r>
      <w:r>
        <w:rPr>
          <w:rFonts w:ascii="Times New Roman" w:hAnsi="Times New Roman" w:cs="Times New Roman"/>
          <w:sz w:val="23"/>
          <w:szCs w:val="23"/>
          <w:lang w:eastAsia="ar-SA"/>
        </w:rPr>
        <w:t>……………………….</w:t>
      </w:r>
      <w:r w:rsidRPr="00FC480A">
        <w:rPr>
          <w:rFonts w:ascii="Times New Roman" w:hAnsi="Times New Roman" w:cs="Times New Roman"/>
          <w:sz w:val="23"/>
          <w:szCs w:val="23"/>
          <w:lang w:eastAsia="ar-SA"/>
        </w:rPr>
        <w:t xml:space="preserve"> prowadzącym(-ą) działalność gospodarczą pn. „………………</w:t>
      </w:r>
      <w:r>
        <w:rPr>
          <w:rFonts w:ascii="Times New Roman" w:hAnsi="Times New Roman" w:cs="Times New Roman"/>
          <w:sz w:val="23"/>
          <w:szCs w:val="23"/>
          <w:lang w:eastAsia="ar-SA"/>
        </w:rPr>
        <w:t>………</w:t>
      </w:r>
      <w:r w:rsidRPr="00FC480A">
        <w:rPr>
          <w:rFonts w:ascii="Times New Roman" w:hAnsi="Times New Roman" w:cs="Times New Roman"/>
          <w:sz w:val="23"/>
          <w:szCs w:val="23"/>
          <w:lang w:eastAsia="ar-SA"/>
        </w:rPr>
        <w:t>………………” z siedzibą w: adres: …………………………………., …………………………………działającym na podstawie wpisu do rejestru…………………..… REGON ………………., NIP: ………………</w:t>
      </w:r>
    </w:p>
    <w:p w:rsidR="00C13FB5" w:rsidRPr="00FC480A" w:rsidRDefault="00C13FB5" w:rsidP="00FC480A">
      <w:pPr>
        <w:widowControl w:val="0"/>
        <w:tabs>
          <w:tab w:val="left" w:pos="4245"/>
          <w:tab w:val="center" w:pos="4535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ar-SA"/>
        </w:rPr>
      </w:pPr>
    </w:p>
    <w:p w:rsidR="00C13FB5" w:rsidRDefault="00C13FB5" w:rsidP="00FC480A">
      <w:pPr>
        <w:widowControl w:val="0"/>
        <w:tabs>
          <w:tab w:val="left" w:pos="4245"/>
          <w:tab w:val="center" w:pos="4535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sz w:val="23"/>
          <w:szCs w:val="23"/>
          <w:lang w:eastAsia="ar-SA"/>
        </w:rPr>
        <w:t>reprezentowanym (-ą) przez:</w:t>
      </w:r>
    </w:p>
    <w:p w:rsidR="00C13FB5" w:rsidRPr="00FC480A" w:rsidRDefault="00C13FB5" w:rsidP="00FC480A">
      <w:pPr>
        <w:widowControl w:val="0"/>
        <w:tabs>
          <w:tab w:val="left" w:pos="4245"/>
          <w:tab w:val="center" w:pos="4535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sz w:val="23"/>
          <w:szCs w:val="23"/>
          <w:lang w:eastAsia="ar-SA"/>
        </w:rPr>
        <w:t>1. ……………………………………………..…………….………..,</w:t>
      </w:r>
    </w:p>
    <w:p w:rsidR="00C13FB5" w:rsidRPr="00FC480A" w:rsidRDefault="00C13FB5" w:rsidP="00FC480A">
      <w:pPr>
        <w:widowControl w:val="0"/>
        <w:tabs>
          <w:tab w:val="left" w:pos="4245"/>
          <w:tab w:val="center" w:pos="4535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sz w:val="23"/>
          <w:szCs w:val="23"/>
          <w:lang w:eastAsia="ar-SA"/>
        </w:rPr>
        <w:t>2. ……………………………………………………………………..</w:t>
      </w:r>
    </w:p>
    <w:p w:rsidR="00C13FB5" w:rsidRDefault="00C13FB5" w:rsidP="00FC480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</w:p>
    <w:p w:rsidR="00C13FB5" w:rsidRPr="00FC480A" w:rsidRDefault="00C13FB5" w:rsidP="00FC480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sz w:val="23"/>
          <w:szCs w:val="23"/>
          <w:lang w:eastAsia="ar-SA"/>
        </w:rPr>
        <w:t xml:space="preserve">zwanym  w dalszej części umowy </w:t>
      </w:r>
      <w:r w:rsidRPr="00FC480A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„Wykonawcą”</w:t>
      </w:r>
    </w:p>
    <w:p w:rsidR="00C13FB5" w:rsidRPr="00FC480A" w:rsidRDefault="00C13FB5" w:rsidP="00FC480A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  <w:lang w:eastAsia="ar-SA"/>
        </w:rPr>
      </w:pPr>
    </w:p>
    <w:p w:rsidR="00C13FB5" w:rsidRPr="00FC480A" w:rsidRDefault="00C13FB5" w:rsidP="00FC4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sz w:val="23"/>
          <w:szCs w:val="23"/>
          <w:lang w:eastAsia="ar-SA"/>
        </w:rPr>
        <w:t>w wyniku przeprowadzonego w oparciu o ustawę z dnia 29 stycznia 2004 r. Prawo zam</w:t>
      </w:r>
      <w:r>
        <w:rPr>
          <w:rFonts w:ascii="Times New Roman" w:hAnsi="Times New Roman" w:cs="Times New Roman"/>
          <w:sz w:val="23"/>
          <w:szCs w:val="23"/>
          <w:lang w:eastAsia="ar-SA"/>
        </w:rPr>
        <w:t>ówień publicznych (Dz. U. z 2019 r. poz. 1843</w:t>
      </w:r>
      <w:r w:rsidRPr="00FC480A">
        <w:rPr>
          <w:rFonts w:ascii="Times New Roman" w:hAnsi="Times New Roman" w:cs="Times New Roman"/>
          <w:sz w:val="23"/>
          <w:szCs w:val="23"/>
          <w:lang w:eastAsia="ar-SA"/>
        </w:rPr>
        <w:t>), przetargu nieograniczonego została zawarta umowa następującej treści:</w:t>
      </w:r>
    </w:p>
    <w:p w:rsidR="00C13FB5" w:rsidRDefault="00C13FB5" w:rsidP="00CE2003">
      <w:pPr>
        <w:tabs>
          <w:tab w:val="left" w:pos="4536"/>
        </w:tabs>
        <w:suppressAutoHyphens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3"/>
          <w:szCs w:val="23"/>
          <w:lang w:eastAsia="ar-SA"/>
        </w:rPr>
      </w:pPr>
    </w:p>
    <w:p w:rsidR="00C13FB5" w:rsidRPr="00FC480A" w:rsidRDefault="00C13FB5" w:rsidP="00532145">
      <w:pPr>
        <w:tabs>
          <w:tab w:val="left" w:pos="4536"/>
        </w:tabs>
        <w:suppressAutoHyphens/>
        <w:spacing w:after="0" w:line="276" w:lineRule="auto"/>
        <w:ind w:firstLine="360"/>
        <w:jc w:val="center"/>
        <w:rPr>
          <w:rFonts w:ascii="Times New Roman" w:hAnsi="Times New Roman" w:cs="Times New Roman"/>
          <w:b/>
          <w:bCs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§1</w:t>
      </w:r>
    </w:p>
    <w:p w:rsidR="00C13FB5" w:rsidRDefault="00C13FB5" w:rsidP="00532145">
      <w:pPr>
        <w:suppressAutoHyphens/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bCs/>
          <w:sz w:val="23"/>
          <w:szCs w:val="23"/>
          <w:lang w:eastAsia="ar-SA"/>
        </w:rPr>
      </w:pPr>
      <w:r w:rsidRPr="00FC480A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PRZEDMIOT UMOWY</w:t>
      </w:r>
    </w:p>
    <w:p w:rsidR="00C13FB5" w:rsidRPr="001C0764" w:rsidRDefault="00C13FB5" w:rsidP="001C0764">
      <w:pPr>
        <w:numPr>
          <w:ilvl w:val="0"/>
          <w:numId w:val="2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C158E">
        <w:rPr>
          <w:rFonts w:ascii="Times New Roman" w:hAnsi="Times New Roman" w:cs="Times New Roman"/>
          <w:sz w:val="23"/>
          <w:szCs w:val="23"/>
          <w:lang w:eastAsia="ar-SA"/>
        </w:rPr>
        <w:t>Przedmiotem  zamówienia  jest dostawa pod wskazany przez Zamawiającego adres dekoracji</w:t>
      </w:r>
      <w:r>
        <w:rPr>
          <w:rFonts w:ascii="Times New Roman" w:hAnsi="Times New Roman" w:cs="Times New Roman"/>
          <w:sz w:val="23"/>
          <w:szCs w:val="23"/>
          <w:lang w:eastAsia="ar-SA"/>
        </w:rPr>
        <w:br/>
      </w:r>
      <w:r w:rsidRPr="004C158E">
        <w:rPr>
          <w:rFonts w:ascii="Times New Roman" w:hAnsi="Times New Roman" w:cs="Times New Roman"/>
          <w:sz w:val="23"/>
          <w:szCs w:val="23"/>
          <w:lang w:eastAsia="ar-SA"/>
        </w:rPr>
        <w:t xml:space="preserve">i ozdób </w:t>
      </w:r>
      <w:r w:rsidRPr="001C0764">
        <w:rPr>
          <w:rFonts w:ascii="Times New Roman" w:hAnsi="Times New Roman" w:cs="Times New Roman"/>
          <w:sz w:val="23"/>
          <w:szCs w:val="23"/>
          <w:lang w:eastAsia="ar-SA"/>
        </w:rPr>
        <w:t>świetlnych</w:t>
      </w:r>
      <w:r>
        <w:rPr>
          <w:rFonts w:ascii="Times New Roman" w:hAnsi="Times New Roman" w:cs="Times New Roman"/>
          <w:sz w:val="23"/>
          <w:szCs w:val="23"/>
          <w:lang w:eastAsia="ar-SA"/>
        </w:rPr>
        <w:t xml:space="preserve"> na Jarmark Bożonarodzeniowy.</w:t>
      </w:r>
      <w:bookmarkStart w:id="1" w:name="_GoBack"/>
      <w:bookmarkEnd w:id="1"/>
    </w:p>
    <w:p w:rsidR="00C13FB5" w:rsidRDefault="00C13FB5" w:rsidP="00EE3F0A">
      <w:pPr>
        <w:numPr>
          <w:ilvl w:val="0"/>
          <w:numId w:val="2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4C158E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Pr="00EE3F0A">
        <w:rPr>
          <w:rFonts w:ascii="Times New Roman" w:hAnsi="Times New Roman" w:cs="Times New Roman"/>
          <w:sz w:val="23"/>
          <w:szCs w:val="23"/>
          <w:lang w:eastAsia="ar-SA"/>
        </w:rPr>
        <w:t>w ramach projektu pn</w:t>
      </w:r>
      <w:r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Pr="008802D8">
        <w:rPr>
          <w:rFonts w:ascii="Times New Roman" w:hAnsi="Times New Roman" w:cs="Times New Roman"/>
          <w:sz w:val="23"/>
          <w:szCs w:val="23"/>
          <w:lang w:eastAsia="ar-SA"/>
        </w:rPr>
        <w:t xml:space="preserve"> „Wspólna organizacja CZ-PL działalności kulturalnej dwóch największych miast Euroregionu Silesia” współfinansowanego przez Unię Europejską i Europejski Fundusz Rozwoju Regionalnego w ramach Programu Interreg V-A Republika Czechy – Polska</w:t>
      </w:r>
      <w:r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13FB5" w:rsidRPr="006F1F7D" w:rsidRDefault="00C13FB5" w:rsidP="006F1F7D">
      <w:pPr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F1F7D">
        <w:rPr>
          <w:rFonts w:ascii="Times New Roman" w:hAnsi="Times New Roman" w:cs="Times New Roman"/>
          <w:sz w:val="23"/>
          <w:szCs w:val="23"/>
          <w:lang w:eastAsia="ar-SA"/>
        </w:rPr>
        <w:t xml:space="preserve">Szczegółowy opis przedmiotu </w:t>
      </w:r>
      <w:r>
        <w:rPr>
          <w:rFonts w:ascii="Times New Roman" w:hAnsi="Times New Roman" w:cs="Times New Roman"/>
          <w:sz w:val="23"/>
          <w:szCs w:val="23"/>
          <w:lang w:eastAsia="ar-SA"/>
        </w:rPr>
        <w:t xml:space="preserve">zamówienia </w:t>
      </w:r>
      <w:r w:rsidRPr="006F1F7D">
        <w:rPr>
          <w:rFonts w:ascii="Times New Roman" w:hAnsi="Times New Roman" w:cs="Times New Roman"/>
          <w:sz w:val="23"/>
          <w:szCs w:val="23"/>
          <w:lang w:eastAsia="ar-SA"/>
        </w:rPr>
        <w:t xml:space="preserve">określa </w:t>
      </w:r>
      <w:r>
        <w:rPr>
          <w:rFonts w:ascii="Times New Roman" w:hAnsi="Times New Roman" w:cs="Times New Roman"/>
          <w:sz w:val="23"/>
          <w:szCs w:val="23"/>
          <w:lang w:eastAsia="ar-SA"/>
        </w:rPr>
        <w:t>załącznik nr 5 do specyfikacji istotnych warunków zamówienia</w:t>
      </w:r>
      <w:r w:rsidRPr="006F1F7D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</w:p>
    <w:p w:rsidR="00C13FB5" w:rsidRDefault="00C13FB5" w:rsidP="005D798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C13FB5" w:rsidRDefault="00C13FB5" w:rsidP="00532145">
      <w:pPr>
        <w:spacing w:after="0" w:line="276" w:lineRule="auto"/>
        <w:ind w:firstLine="36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§2</w:t>
      </w:r>
    </w:p>
    <w:p w:rsidR="00C13FB5" w:rsidRDefault="00C13FB5" w:rsidP="00532145">
      <w:pPr>
        <w:spacing w:after="0" w:line="276" w:lineRule="auto"/>
        <w:ind w:firstLine="36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TERMIN REALIZACJI UMOWY </w:t>
      </w:r>
    </w:p>
    <w:p w:rsidR="00C13FB5" w:rsidRDefault="00C13FB5" w:rsidP="00571E2A">
      <w:pPr>
        <w:numPr>
          <w:ilvl w:val="0"/>
          <w:numId w:val="16"/>
        </w:numPr>
        <w:suppressAutoHyphens/>
        <w:spacing w:after="9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Umowa obowiązuje od dnia jej zawarcia.</w:t>
      </w:r>
      <w:r w:rsidRPr="00A9344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13FB5" w:rsidRPr="005822BA" w:rsidRDefault="00C13FB5" w:rsidP="004C158E">
      <w:pPr>
        <w:numPr>
          <w:ilvl w:val="0"/>
          <w:numId w:val="16"/>
        </w:numPr>
        <w:suppressAutoHyphens/>
        <w:spacing w:after="90" w:line="240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Przedmiot umowy zostanie wykonany do dnia: …………………….</w:t>
      </w:r>
    </w:p>
    <w:p w:rsidR="00C13FB5" w:rsidRPr="006F1F7D" w:rsidRDefault="00C13FB5" w:rsidP="00571E2A">
      <w:pPr>
        <w:pStyle w:val="ListParagraph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Terminem rozpoczęcia realizacji przedmiotu umowy jest dzień zawarcia umowy.</w:t>
      </w:r>
    </w:p>
    <w:p w:rsidR="00C13FB5" w:rsidRPr="00A93440" w:rsidRDefault="00C13FB5" w:rsidP="00571E2A">
      <w:pPr>
        <w:numPr>
          <w:ilvl w:val="0"/>
          <w:numId w:val="16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A93440">
        <w:rPr>
          <w:rFonts w:ascii="Times New Roman" w:hAnsi="Times New Roman" w:cs="Times New Roman"/>
          <w:sz w:val="23"/>
          <w:szCs w:val="23"/>
        </w:rPr>
        <w:t xml:space="preserve">Odbiór przedmiotu umowy nastąpi w formie protokołu odbioru, podpisanego przez obydwie strony niniejszej umowy. W przypadku, gdy którakolwiek ze stron niniejszej umowy nie przystąpi do podpisania protokołu odbioru, odbiór nastąpi jednostronnie, chyba, że strona, która nie przystąpiła do odbioru przedmiotu umowy usprawiedliwi na piśmie przyczyny, a druga strona przyjmie te wyjaśnienia na piśmie. Wzór protokołu odbioru stanowi </w:t>
      </w:r>
      <w:r w:rsidRPr="0087048C">
        <w:rPr>
          <w:rFonts w:ascii="Times New Roman" w:hAnsi="Times New Roman" w:cs="Times New Roman"/>
          <w:sz w:val="23"/>
          <w:szCs w:val="23"/>
        </w:rPr>
        <w:t>załączn</w:t>
      </w:r>
      <w:r>
        <w:rPr>
          <w:rFonts w:ascii="Times New Roman" w:hAnsi="Times New Roman" w:cs="Times New Roman"/>
          <w:sz w:val="23"/>
          <w:szCs w:val="23"/>
        </w:rPr>
        <w:t>ik nr 1</w:t>
      </w:r>
      <w:r w:rsidRPr="00A93440">
        <w:rPr>
          <w:rFonts w:ascii="Times New Roman" w:hAnsi="Times New Roman" w:cs="Times New Roman"/>
          <w:sz w:val="23"/>
          <w:szCs w:val="23"/>
        </w:rPr>
        <w:t xml:space="preserve"> do umowy.</w:t>
      </w:r>
    </w:p>
    <w:p w:rsidR="00C13FB5" w:rsidRPr="00A93440" w:rsidRDefault="00C13FB5" w:rsidP="00571E2A">
      <w:pPr>
        <w:numPr>
          <w:ilvl w:val="0"/>
          <w:numId w:val="16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A93440">
        <w:rPr>
          <w:rFonts w:ascii="Times New Roman" w:hAnsi="Times New Roman" w:cs="Times New Roman"/>
          <w:sz w:val="23"/>
          <w:szCs w:val="23"/>
        </w:rPr>
        <w:t xml:space="preserve">Wykonawca dostarczy </w:t>
      </w:r>
      <w:r>
        <w:rPr>
          <w:rFonts w:ascii="Times New Roman" w:hAnsi="Times New Roman" w:cs="Times New Roman"/>
          <w:sz w:val="23"/>
          <w:szCs w:val="23"/>
        </w:rPr>
        <w:t>dekoracje i ozdoby świetlne</w:t>
      </w:r>
      <w:r w:rsidRPr="00A93440">
        <w:rPr>
          <w:rFonts w:ascii="Times New Roman" w:hAnsi="Times New Roman" w:cs="Times New Roman"/>
          <w:sz w:val="23"/>
          <w:szCs w:val="23"/>
        </w:rPr>
        <w:t xml:space="preserve"> na własny koszt i we własnym zakresie </w:t>
      </w:r>
      <w:r>
        <w:rPr>
          <w:rFonts w:ascii="Times New Roman" w:hAnsi="Times New Roman" w:cs="Times New Roman"/>
          <w:sz w:val="23"/>
          <w:szCs w:val="23"/>
        </w:rPr>
        <w:t>pod adres wskazany przez Zamawiającego w terminie wskazanym w ust 2</w:t>
      </w:r>
      <w:r w:rsidRPr="00A93440">
        <w:rPr>
          <w:rFonts w:ascii="Times New Roman" w:hAnsi="Times New Roman" w:cs="Times New Roman"/>
          <w:sz w:val="23"/>
          <w:szCs w:val="23"/>
        </w:rPr>
        <w:t>.</w:t>
      </w:r>
    </w:p>
    <w:p w:rsidR="00C13FB5" w:rsidRDefault="00C13FB5" w:rsidP="00A16048">
      <w:pPr>
        <w:numPr>
          <w:ilvl w:val="0"/>
          <w:numId w:val="16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E13326">
        <w:rPr>
          <w:rFonts w:ascii="Times New Roman" w:hAnsi="Times New Roman" w:cs="Times New Roman"/>
          <w:sz w:val="23"/>
          <w:szCs w:val="23"/>
        </w:rPr>
        <w:t>Wykonawca</w:t>
      </w:r>
      <w:r w:rsidRPr="00E1332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13326">
        <w:rPr>
          <w:rFonts w:ascii="Times New Roman" w:hAnsi="Times New Roman" w:cs="Times New Roman"/>
          <w:sz w:val="23"/>
          <w:szCs w:val="23"/>
        </w:rPr>
        <w:t xml:space="preserve">ponosi pełną odpowiedzialność za ewentualne uszkodzenia </w:t>
      </w:r>
      <w:r>
        <w:rPr>
          <w:rFonts w:ascii="Times New Roman" w:hAnsi="Times New Roman" w:cs="Times New Roman"/>
          <w:sz w:val="23"/>
          <w:szCs w:val="23"/>
        </w:rPr>
        <w:t>przedmiotu zamówienia</w:t>
      </w:r>
      <w:r w:rsidRPr="00E13326">
        <w:rPr>
          <w:rFonts w:ascii="Times New Roman" w:hAnsi="Times New Roman" w:cs="Times New Roman"/>
          <w:sz w:val="23"/>
          <w:szCs w:val="23"/>
        </w:rPr>
        <w:t xml:space="preserve"> do czasu dokonania odbioru przez Zamawiającego</w:t>
      </w:r>
      <w:r w:rsidRPr="00E13326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13326">
        <w:rPr>
          <w:rFonts w:ascii="Times New Roman" w:hAnsi="Times New Roman" w:cs="Times New Roman"/>
          <w:sz w:val="23"/>
          <w:szCs w:val="23"/>
        </w:rPr>
        <w:t>na zasadach określonych</w:t>
      </w:r>
      <w:r w:rsidRPr="00E13326">
        <w:rPr>
          <w:rFonts w:ascii="Times New Roman" w:hAnsi="Times New Roman" w:cs="Times New Roman"/>
          <w:sz w:val="23"/>
          <w:szCs w:val="23"/>
        </w:rPr>
        <w:br/>
      </w:r>
      <w:r>
        <w:rPr>
          <w:rFonts w:ascii="Times New Roman" w:hAnsi="Times New Roman" w:cs="Times New Roman"/>
          <w:sz w:val="23"/>
          <w:szCs w:val="23"/>
        </w:rPr>
        <w:t>w ust.4</w:t>
      </w:r>
      <w:r w:rsidRPr="00E13326">
        <w:rPr>
          <w:rFonts w:ascii="Times New Roman" w:hAnsi="Times New Roman" w:cs="Times New Roman"/>
          <w:sz w:val="23"/>
          <w:szCs w:val="23"/>
        </w:rPr>
        <w:t>.</w:t>
      </w:r>
    </w:p>
    <w:p w:rsidR="00C13FB5" w:rsidRDefault="00C13FB5" w:rsidP="00532145">
      <w:pPr>
        <w:pStyle w:val="List"/>
        <w:tabs>
          <w:tab w:val="left" w:pos="0"/>
        </w:tabs>
        <w:spacing w:line="276" w:lineRule="auto"/>
        <w:ind w:left="644" w:firstLine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§3</w:t>
      </w:r>
    </w:p>
    <w:p w:rsidR="00C13FB5" w:rsidRDefault="00C13FB5" w:rsidP="00532145">
      <w:pPr>
        <w:pStyle w:val="List"/>
        <w:tabs>
          <w:tab w:val="left" w:pos="0"/>
        </w:tabs>
        <w:spacing w:line="276" w:lineRule="auto"/>
        <w:ind w:left="644" w:firstLine="0"/>
        <w:jc w:val="center"/>
        <w:rPr>
          <w:b/>
          <w:bCs/>
          <w:caps/>
          <w:sz w:val="23"/>
          <w:szCs w:val="23"/>
        </w:rPr>
      </w:pPr>
      <w:r>
        <w:rPr>
          <w:b/>
          <w:bCs/>
          <w:caps/>
          <w:sz w:val="23"/>
          <w:szCs w:val="23"/>
        </w:rPr>
        <w:t xml:space="preserve">Zobowiązania I OŚWIADCZENIA STRON </w:t>
      </w:r>
    </w:p>
    <w:p w:rsidR="00C13FB5" w:rsidRPr="006F1F7D" w:rsidRDefault="00C13FB5" w:rsidP="00B32CF1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Wykonawca zapewnia, że </w:t>
      </w:r>
      <w:r>
        <w:rPr>
          <w:rFonts w:ascii="Times New Roman" w:hAnsi="Times New Roman" w:cs="Times New Roman"/>
          <w:sz w:val="23"/>
          <w:szCs w:val="23"/>
        </w:rPr>
        <w:t>dekoracje i ozdoby</w:t>
      </w:r>
      <w:r w:rsidRPr="006F1F7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świetlne </w:t>
      </w:r>
      <w:r w:rsidRPr="006F1F7D">
        <w:rPr>
          <w:rFonts w:ascii="Times New Roman" w:hAnsi="Times New Roman" w:cs="Times New Roman"/>
          <w:sz w:val="23"/>
          <w:szCs w:val="23"/>
        </w:rPr>
        <w:t>stanowiące przedmiot niniejszej umowy odpowiadają ściśle warunkom określonym w treści specyfikacji istotnych warunków zamówienia</w:t>
      </w:r>
      <w:r>
        <w:rPr>
          <w:rFonts w:ascii="Times New Roman" w:hAnsi="Times New Roman" w:cs="Times New Roman"/>
          <w:sz w:val="23"/>
          <w:szCs w:val="23"/>
        </w:rPr>
        <w:t xml:space="preserve"> oraz w szczegółowym opisie przedmiotu zamówienia</w:t>
      </w:r>
      <w:r w:rsidRPr="006F1F7D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F1F7D">
        <w:rPr>
          <w:rFonts w:ascii="Times New Roman" w:hAnsi="Times New Roman" w:cs="Times New Roman"/>
          <w:sz w:val="23"/>
          <w:szCs w:val="23"/>
        </w:rPr>
        <w:t>a także w ofercie przetargowej.</w:t>
      </w:r>
    </w:p>
    <w:p w:rsidR="00C13FB5" w:rsidRPr="006F1F7D" w:rsidRDefault="00C13FB5" w:rsidP="00B32CF1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Wykonawca oświadcza, że przedmiot umowy jest nieużywany, fabrycznie nowy</w:t>
      </w:r>
      <w:r w:rsidRPr="006F1F7D">
        <w:rPr>
          <w:rFonts w:ascii="Times New Roman" w:hAnsi="Times New Roman" w:cs="Times New Roman"/>
          <w:sz w:val="23"/>
          <w:szCs w:val="23"/>
        </w:rPr>
        <w:br/>
        <w:t>i nieuszkodzony.</w:t>
      </w:r>
    </w:p>
    <w:p w:rsidR="00C13FB5" w:rsidRPr="006F1F7D" w:rsidRDefault="00C13FB5" w:rsidP="00B32CF1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Wykonawca oświadcza, że dysponuje wiedzą, doświadczeniem zawodowym oraz odpowiednimi zasobami technicznymi i osobowymi niezbędnymi do prawidłowego</w:t>
      </w:r>
      <w:r w:rsidRPr="006F1F7D">
        <w:rPr>
          <w:rFonts w:ascii="Times New Roman" w:hAnsi="Times New Roman" w:cs="Times New Roman"/>
          <w:sz w:val="23"/>
          <w:szCs w:val="23"/>
        </w:rPr>
        <w:br/>
        <w:t>i terminowego wykonania przedmiotu umowy.</w:t>
      </w:r>
    </w:p>
    <w:p w:rsidR="00C13FB5" w:rsidRPr="00A93440" w:rsidRDefault="00C13FB5" w:rsidP="00B32CF1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A93440">
        <w:rPr>
          <w:rFonts w:ascii="Times New Roman" w:hAnsi="Times New Roman" w:cs="Times New Roman"/>
          <w:sz w:val="23"/>
          <w:szCs w:val="23"/>
        </w:rPr>
        <w:t>Wykonawca wykona przedmiot umowy z zachowaniem najwyższej staranności, przy    zastosowaniu odpowiednich norm technicznych i branżowych.</w:t>
      </w:r>
    </w:p>
    <w:p w:rsidR="00C13FB5" w:rsidRPr="006F1F7D" w:rsidRDefault="00C13FB5" w:rsidP="00B32CF1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Przedmiot umowy powinien zostać wykonany z uwzględnieniem jego przeznaczenia dla celów </w:t>
      </w:r>
      <w:r>
        <w:rPr>
          <w:rFonts w:ascii="Times New Roman" w:hAnsi="Times New Roman" w:cs="Times New Roman"/>
          <w:sz w:val="23"/>
          <w:szCs w:val="23"/>
        </w:rPr>
        <w:t>dekoracyjnych</w:t>
      </w:r>
      <w:r w:rsidRPr="006F1F7D">
        <w:rPr>
          <w:rFonts w:ascii="Times New Roman" w:hAnsi="Times New Roman" w:cs="Times New Roman"/>
          <w:sz w:val="23"/>
          <w:szCs w:val="23"/>
        </w:rPr>
        <w:t xml:space="preserve">. W szczególności Wykonawca powinien zadbać o należytą jakość i estetykę wykonania wszystkich </w:t>
      </w:r>
      <w:r>
        <w:rPr>
          <w:rFonts w:ascii="Times New Roman" w:hAnsi="Times New Roman" w:cs="Times New Roman"/>
          <w:sz w:val="23"/>
          <w:szCs w:val="23"/>
        </w:rPr>
        <w:t>dekoracji i ozdób świetlnych</w:t>
      </w:r>
      <w:r w:rsidRPr="006F1F7D">
        <w:rPr>
          <w:rFonts w:ascii="Times New Roman" w:hAnsi="Times New Roman" w:cs="Times New Roman"/>
          <w:sz w:val="23"/>
          <w:szCs w:val="23"/>
        </w:rPr>
        <w:t xml:space="preserve">, a ponadto o rozmieszczenie znaków graficznych i treści na poszczególnych </w:t>
      </w:r>
      <w:r>
        <w:rPr>
          <w:rFonts w:ascii="Times New Roman" w:hAnsi="Times New Roman" w:cs="Times New Roman"/>
          <w:sz w:val="23"/>
          <w:szCs w:val="23"/>
        </w:rPr>
        <w:t>materiałach</w:t>
      </w:r>
      <w:r w:rsidRPr="006F1F7D">
        <w:rPr>
          <w:rFonts w:ascii="Times New Roman" w:hAnsi="Times New Roman" w:cs="Times New Roman"/>
          <w:sz w:val="23"/>
          <w:szCs w:val="23"/>
        </w:rPr>
        <w:t xml:space="preserve"> w sposób zapewniający ich czytelność, trwałość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F1F7D">
        <w:rPr>
          <w:rFonts w:ascii="Times New Roman" w:hAnsi="Times New Roman" w:cs="Times New Roman"/>
          <w:sz w:val="23"/>
          <w:szCs w:val="23"/>
        </w:rPr>
        <w:t>i identyfikowalność.</w:t>
      </w:r>
    </w:p>
    <w:p w:rsidR="00C13FB5" w:rsidRDefault="00C13FB5" w:rsidP="00B32CF1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Wykonanie przedmiotu umowy z narusze</w:t>
      </w:r>
      <w:r>
        <w:rPr>
          <w:rFonts w:ascii="Times New Roman" w:hAnsi="Times New Roman" w:cs="Times New Roman"/>
          <w:sz w:val="23"/>
          <w:szCs w:val="23"/>
        </w:rPr>
        <w:t>niem warunków opisanych w ust. 4-5</w:t>
      </w:r>
      <w:r w:rsidRPr="006F1F7D">
        <w:rPr>
          <w:rFonts w:ascii="Times New Roman" w:hAnsi="Times New Roman" w:cs="Times New Roman"/>
          <w:sz w:val="23"/>
          <w:szCs w:val="23"/>
        </w:rPr>
        <w:t xml:space="preserve"> jest równoznaczne z brakiem możliwości wykorzystania dostarczonych </w:t>
      </w:r>
      <w:r>
        <w:rPr>
          <w:rFonts w:ascii="Times New Roman" w:hAnsi="Times New Roman" w:cs="Times New Roman"/>
          <w:sz w:val="23"/>
          <w:szCs w:val="23"/>
        </w:rPr>
        <w:t>materiałów</w:t>
      </w:r>
      <w:r w:rsidRPr="006F1F7D">
        <w:rPr>
          <w:rFonts w:ascii="Times New Roman" w:hAnsi="Times New Roman" w:cs="Times New Roman"/>
          <w:sz w:val="23"/>
          <w:szCs w:val="23"/>
        </w:rPr>
        <w:t xml:space="preserve"> zgodnie z ich przeznaczeniem i tym samym stanowi istotną wadę przedmiotu umowy.</w:t>
      </w:r>
    </w:p>
    <w:p w:rsidR="00C13FB5" w:rsidRDefault="00C13FB5" w:rsidP="009B15F4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9B15F4">
        <w:rPr>
          <w:rFonts w:ascii="Times New Roman" w:hAnsi="Times New Roman" w:cs="Times New Roman"/>
          <w:sz w:val="23"/>
          <w:szCs w:val="23"/>
        </w:rPr>
        <w:t>Wykonawca zobowiązuje się współpracować w trakcie realizacji umowy,</w:t>
      </w:r>
      <w:r w:rsidRPr="009B15F4">
        <w:rPr>
          <w:rFonts w:ascii="Times New Roman" w:hAnsi="Times New Roman" w:cs="Times New Roman"/>
          <w:sz w:val="23"/>
          <w:szCs w:val="23"/>
        </w:rPr>
        <w:br/>
        <w:t>a w szczególności udzielać wszelkich niezbędnych wyjaśnień i info</w:t>
      </w:r>
      <w:r>
        <w:rPr>
          <w:rFonts w:ascii="Times New Roman" w:hAnsi="Times New Roman" w:cs="Times New Roman"/>
          <w:sz w:val="23"/>
          <w:szCs w:val="23"/>
        </w:rPr>
        <w:t>rmacji dotyczących przedmiotu u</w:t>
      </w:r>
      <w:r w:rsidRPr="009B15F4">
        <w:rPr>
          <w:rFonts w:ascii="Times New Roman" w:hAnsi="Times New Roman" w:cs="Times New Roman"/>
          <w:sz w:val="23"/>
          <w:szCs w:val="23"/>
        </w:rPr>
        <w:t>mowy na każde żądanie Zamawiającego lub osoby wskazanej przez Zamawiającego.</w:t>
      </w:r>
    </w:p>
    <w:p w:rsidR="00C13FB5" w:rsidRDefault="00C13FB5" w:rsidP="009B15F4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Wykonawca zawiadomi Zamawiającego o planowanym terminie dostarczenia </w:t>
      </w:r>
      <w:r>
        <w:rPr>
          <w:rFonts w:ascii="Times New Roman" w:hAnsi="Times New Roman" w:cs="Times New Roman"/>
          <w:sz w:val="23"/>
          <w:szCs w:val="23"/>
        </w:rPr>
        <w:t xml:space="preserve"> dekoracji i ozdób świetlnych </w:t>
      </w:r>
      <w:r w:rsidRPr="006F1F7D">
        <w:rPr>
          <w:rFonts w:ascii="Times New Roman" w:hAnsi="Times New Roman" w:cs="Times New Roman"/>
          <w:sz w:val="23"/>
          <w:szCs w:val="23"/>
        </w:rPr>
        <w:t>z dwudniowym wyprzedzeniem. Zamawiający wymaga, aby uprawniony przedstawiciel Wykonawcy był obecny przy dostawie przedmiotu umowy.</w:t>
      </w:r>
    </w:p>
    <w:p w:rsidR="00C13FB5" w:rsidRPr="00580D57" w:rsidRDefault="00C13FB5" w:rsidP="00F17E4D">
      <w:pPr>
        <w:pStyle w:val="ListParagraph"/>
        <w:numPr>
          <w:ilvl w:val="0"/>
          <w:numId w:val="1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580D57">
        <w:rPr>
          <w:rFonts w:ascii="Times New Roman" w:hAnsi="Times New Roman" w:cs="Times New Roman"/>
          <w:sz w:val="23"/>
          <w:szCs w:val="23"/>
        </w:rPr>
        <w:t xml:space="preserve">Wykonawca zobowiązuje się do przedstawienia </w:t>
      </w:r>
      <w:r w:rsidRPr="00540A36">
        <w:rPr>
          <w:rFonts w:ascii="Times New Roman" w:hAnsi="Times New Roman" w:cs="Times New Roman"/>
          <w:sz w:val="23"/>
          <w:szCs w:val="23"/>
        </w:rPr>
        <w:t>Zamawiającemu plików graficznych</w:t>
      </w:r>
      <w:r w:rsidRPr="00580D57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br/>
      </w:r>
      <w:r w:rsidRPr="00580D57">
        <w:rPr>
          <w:rFonts w:ascii="Times New Roman" w:hAnsi="Times New Roman" w:cs="Times New Roman"/>
          <w:sz w:val="23"/>
          <w:szCs w:val="23"/>
        </w:rPr>
        <w:t xml:space="preserve">w terminach i na zasadach określonych w szczegółowym opisie przedmiotu umowy stanowiącym w załącznik </w:t>
      </w:r>
      <w:r w:rsidRPr="0087048C">
        <w:rPr>
          <w:rFonts w:ascii="Times New Roman" w:hAnsi="Times New Roman" w:cs="Times New Roman"/>
          <w:sz w:val="23"/>
          <w:szCs w:val="23"/>
        </w:rPr>
        <w:t>nr</w:t>
      </w:r>
      <w:r>
        <w:rPr>
          <w:rFonts w:ascii="Times New Roman" w:hAnsi="Times New Roman" w:cs="Times New Roman"/>
          <w:sz w:val="23"/>
          <w:szCs w:val="23"/>
        </w:rPr>
        <w:t xml:space="preserve"> 5 </w:t>
      </w:r>
      <w:r w:rsidRPr="0087048C">
        <w:rPr>
          <w:rFonts w:ascii="Times New Roman" w:hAnsi="Times New Roman" w:cs="Times New Roman"/>
          <w:sz w:val="23"/>
          <w:szCs w:val="23"/>
        </w:rPr>
        <w:t>do</w:t>
      </w:r>
      <w:r w:rsidRPr="00580D57">
        <w:rPr>
          <w:rFonts w:ascii="Times New Roman" w:hAnsi="Times New Roman" w:cs="Times New Roman"/>
          <w:sz w:val="23"/>
          <w:szCs w:val="23"/>
        </w:rPr>
        <w:t xml:space="preserve"> specyfikacji</w:t>
      </w:r>
      <w:r>
        <w:rPr>
          <w:rFonts w:ascii="Times New Roman" w:hAnsi="Times New Roman" w:cs="Times New Roman"/>
          <w:sz w:val="23"/>
          <w:szCs w:val="23"/>
        </w:rPr>
        <w:t xml:space="preserve"> istotnych warunków zamówienia.</w:t>
      </w:r>
    </w:p>
    <w:p w:rsidR="00C13FB5" w:rsidRDefault="00C13FB5" w:rsidP="00EE3F0A">
      <w:pPr>
        <w:pStyle w:val="ListParagraph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80D57">
        <w:rPr>
          <w:rFonts w:ascii="Times New Roman" w:hAnsi="Times New Roman" w:cs="Times New Roman"/>
          <w:sz w:val="23"/>
          <w:szCs w:val="23"/>
        </w:rPr>
        <w:t xml:space="preserve">Zatwierdzenie przez Zamawiającego </w:t>
      </w:r>
      <w:r>
        <w:rPr>
          <w:rFonts w:ascii="Times New Roman" w:hAnsi="Times New Roman" w:cs="Times New Roman"/>
          <w:sz w:val="23"/>
          <w:szCs w:val="23"/>
        </w:rPr>
        <w:t>plików graficznych</w:t>
      </w:r>
      <w:r w:rsidRPr="00580D57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dekoracji i ozdób  świetlnych</w:t>
      </w:r>
      <w:r w:rsidRPr="00580D57">
        <w:rPr>
          <w:rFonts w:ascii="Times New Roman" w:hAnsi="Times New Roman" w:cs="Times New Roman"/>
          <w:sz w:val="23"/>
          <w:szCs w:val="23"/>
        </w:rPr>
        <w:t>, według procedury określonej w niniejszym paragrafie, nie zwalnia Wykonawcy z odpowiedzialności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580D57">
        <w:rPr>
          <w:rFonts w:ascii="Times New Roman" w:hAnsi="Times New Roman" w:cs="Times New Roman"/>
          <w:sz w:val="23"/>
          <w:szCs w:val="23"/>
        </w:rPr>
        <w:t>za nienależyte wykonanie przedmiotu umowy ani jej nie ogranicza.</w:t>
      </w:r>
    </w:p>
    <w:p w:rsidR="00C13FB5" w:rsidRDefault="00C13FB5" w:rsidP="008802D8">
      <w:pPr>
        <w:pStyle w:val="Standard"/>
        <w:rPr>
          <w:b/>
          <w:bCs/>
          <w:sz w:val="23"/>
          <w:szCs w:val="23"/>
        </w:rPr>
      </w:pPr>
    </w:p>
    <w:p w:rsidR="00C13FB5" w:rsidRDefault="00C13FB5" w:rsidP="008802D8">
      <w:pPr>
        <w:pStyle w:val="Standard"/>
        <w:rPr>
          <w:b/>
          <w:bCs/>
          <w:sz w:val="23"/>
          <w:szCs w:val="23"/>
        </w:rPr>
      </w:pPr>
    </w:p>
    <w:p w:rsidR="00C13FB5" w:rsidRDefault="00C13FB5" w:rsidP="008802D8">
      <w:pPr>
        <w:pStyle w:val="Standard"/>
        <w:rPr>
          <w:b/>
          <w:bCs/>
          <w:sz w:val="23"/>
          <w:szCs w:val="23"/>
        </w:rPr>
      </w:pPr>
    </w:p>
    <w:p w:rsidR="00C13FB5" w:rsidRPr="000F7E3E" w:rsidRDefault="00C13FB5" w:rsidP="00532145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F7E3E">
        <w:rPr>
          <w:rFonts w:ascii="Times New Roman" w:hAnsi="Times New Roman" w:cs="Times New Roman"/>
          <w:b/>
          <w:bCs/>
          <w:sz w:val="23"/>
          <w:szCs w:val="23"/>
        </w:rPr>
        <w:t>§ 4</w:t>
      </w:r>
    </w:p>
    <w:p w:rsidR="00C13FB5" w:rsidRPr="000F7E3E" w:rsidRDefault="00C13FB5" w:rsidP="00532145">
      <w:pPr>
        <w:pStyle w:val="Standard"/>
        <w:widowControl/>
        <w:tabs>
          <w:tab w:val="left" w:pos="1091"/>
        </w:tabs>
        <w:suppressAutoHyphens w:val="0"/>
        <w:spacing w:line="276" w:lineRule="auto"/>
        <w:ind w:left="1069"/>
        <w:rPr>
          <w:rFonts w:ascii="Times New Roman" w:hAnsi="Times New Roman" w:cs="Times New Roman"/>
          <w:b/>
          <w:bCs/>
          <w:sz w:val="23"/>
          <w:szCs w:val="23"/>
        </w:rPr>
      </w:pPr>
      <w:r w:rsidRPr="000F7E3E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0F7E3E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0F7E3E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0F7E3E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0F7E3E">
        <w:rPr>
          <w:rFonts w:ascii="Times New Roman" w:hAnsi="Times New Roman" w:cs="Times New Roman"/>
          <w:b/>
          <w:bCs/>
          <w:sz w:val="23"/>
          <w:szCs w:val="23"/>
        </w:rPr>
        <w:tab/>
        <w:t>WYKONANIE UMOWY</w:t>
      </w:r>
    </w:p>
    <w:p w:rsidR="00C13FB5" w:rsidRPr="006F1F7D" w:rsidRDefault="00C13FB5" w:rsidP="00B472A0">
      <w:pPr>
        <w:pStyle w:val="ListParagraph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Po dostarczeniu </w:t>
      </w:r>
      <w:r>
        <w:rPr>
          <w:rFonts w:ascii="Times New Roman" w:hAnsi="Times New Roman" w:cs="Times New Roman"/>
          <w:sz w:val="23"/>
          <w:szCs w:val="23"/>
        </w:rPr>
        <w:t>dekoracji i ozdób świetlnych</w:t>
      </w:r>
      <w:r w:rsidRPr="006F1F7D">
        <w:rPr>
          <w:rFonts w:ascii="Times New Roman" w:hAnsi="Times New Roman" w:cs="Times New Roman"/>
          <w:sz w:val="23"/>
          <w:szCs w:val="23"/>
        </w:rPr>
        <w:t>, stanowiących przedmiot umowy Zamawiający</w:t>
      </w:r>
      <w:r>
        <w:rPr>
          <w:rFonts w:ascii="Times New Roman" w:hAnsi="Times New Roman" w:cs="Times New Roman"/>
          <w:sz w:val="23"/>
          <w:szCs w:val="23"/>
        </w:rPr>
        <w:br/>
      </w:r>
      <w:r w:rsidRPr="006F1F7D">
        <w:rPr>
          <w:rFonts w:ascii="Times New Roman" w:hAnsi="Times New Roman" w:cs="Times New Roman"/>
          <w:sz w:val="23"/>
          <w:szCs w:val="23"/>
        </w:rPr>
        <w:t xml:space="preserve">potwierdzi ich odbiór w protokole </w:t>
      </w:r>
      <w:r>
        <w:rPr>
          <w:rFonts w:ascii="Times New Roman" w:hAnsi="Times New Roman" w:cs="Times New Roman"/>
          <w:sz w:val="23"/>
          <w:szCs w:val="23"/>
        </w:rPr>
        <w:t>odbioru</w:t>
      </w:r>
      <w:r w:rsidRPr="006F1F7D">
        <w:rPr>
          <w:rFonts w:ascii="Times New Roman" w:hAnsi="Times New Roman" w:cs="Times New Roman"/>
          <w:sz w:val="23"/>
          <w:szCs w:val="23"/>
        </w:rPr>
        <w:t xml:space="preserve">, określającym zgodność dostarczonych </w:t>
      </w:r>
      <w:r>
        <w:rPr>
          <w:rFonts w:ascii="Times New Roman" w:hAnsi="Times New Roman" w:cs="Times New Roman"/>
          <w:sz w:val="23"/>
          <w:szCs w:val="23"/>
        </w:rPr>
        <w:t>dekoracji i ozdób świetlnych</w:t>
      </w:r>
      <w:r w:rsidRPr="006F1F7D">
        <w:rPr>
          <w:rFonts w:ascii="Times New Roman" w:hAnsi="Times New Roman" w:cs="Times New Roman"/>
          <w:sz w:val="23"/>
          <w:szCs w:val="23"/>
        </w:rPr>
        <w:t xml:space="preserve"> z warunkami umowy.</w:t>
      </w:r>
    </w:p>
    <w:p w:rsidR="00C13FB5" w:rsidRPr="006F1F7D" w:rsidRDefault="00C13FB5" w:rsidP="0070128A">
      <w:pPr>
        <w:pStyle w:val="ListParagraph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Za dzień zakończenia zobowiązań wynikających z umowy uważa się dzień, w którym podpisany zostanie przez obie strony umowy protokół </w:t>
      </w:r>
      <w:r>
        <w:rPr>
          <w:rFonts w:ascii="Times New Roman" w:hAnsi="Times New Roman" w:cs="Times New Roman"/>
          <w:sz w:val="23"/>
          <w:szCs w:val="23"/>
        </w:rPr>
        <w:t xml:space="preserve">odbioru dekoracji i ozdób świetlnych </w:t>
      </w:r>
      <w:r w:rsidRPr="006F1F7D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F1F7D">
        <w:rPr>
          <w:rFonts w:ascii="Times New Roman" w:hAnsi="Times New Roman" w:cs="Times New Roman"/>
          <w:sz w:val="23"/>
          <w:szCs w:val="23"/>
        </w:rPr>
        <w:t>bez uwag.</w:t>
      </w:r>
    </w:p>
    <w:p w:rsidR="00C13FB5" w:rsidRPr="006F1F7D" w:rsidRDefault="00C13FB5" w:rsidP="0070128A">
      <w:pPr>
        <w:pStyle w:val="ListParagraph"/>
        <w:numPr>
          <w:ilvl w:val="0"/>
          <w:numId w:val="7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W przypadku stwi</w:t>
      </w:r>
      <w:r>
        <w:rPr>
          <w:rFonts w:ascii="Times New Roman" w:hAnsi="Times New Roman" w:cs="Times New Roman"/>
          <w:sz w:val="23"/>
          <w:szCs w:val="23"/>
        </w:rPr>
        <w:t>erdzenia, że dostarczone  dekoracje i ozdoby świetlne</w:t>
      </w:r>
      <w:r w:rsidRPr="006F1F7D">
        <w:rPr>
          <w:rFonts w:ascii="Times New Roman" w:hAnsi="Times New Roman" w:cs="Times New Roman"/>
          <w:sz w:val="23"/>
          <w:szCs w:val="23"/>
        </w:rPr>
        <w:t xml:space="preserve"> są:</w:t>
      </w:r>
    </w:p>
    <w:p w:rsidR="00C13FB5" w:rsidRPr="006F1F7D" w:rsidRDefault="00C13FB5" w:rsidP="0070128A">
      <w:pPr>
        <w:pStyle w:val="ListParagraph"/>
        <w:numPr>
          <w:ilvl w:val="0"/>
          <w:numId w:val="8"/>
        </w:numPr>
        <w:spacing w:line="276" w:lineRule="auto"/>
        <w:ind w:left="851" w:hanging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niezgodne z opisem zawartym w szczegółowym opisie przedmiotu umowy, </w:t>
      </w:r>
    </w:p>
    <w:p w:rsidR="00C13FB5" w:rsidRPr="006F1F7D" w:rsidRDefault="00C13FB5" w:rsidP="0070128A">
      <w:pPr>
        <w:pStyle w:val="ListParagraph"/>
        <w:numPr>
          <w:ilvl w:val="0"/>
          <w:numId w:val="8"/>
        </w:numPr>
        <w:spacing w:line="276" w:lineRule="auto"/>
        <w:ind w:left="851" w:hanging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niekompletne,</w:t>
      </w:r>
    </w:p>
    <w:p w:rsidR="00C13FB5" w:rsidRPr="006F1F7D" w:rsidRDefault="00C13FB5" w:rsidP="0070128A">
      <w:pPr>
        <w:pStyle w:val="ListParagraph"/>
        <w:numPr>
          <w:ilvl w:val="0"/>
          <w:numId w:val="8"/>
        </w:numPr>
        <w:spacing w:line="276" w:lineRule="auto"/>
        <w:ind w:left="851" w:hanging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posiadają ślady użytkowania lub zewnętrznego uszkodzenia, </w:t>
      </w:r>
    </w:p>
    <w:p w:rsidR="00C13FB5" w:rsidRDefault="00C13FB5" w:rsidP="000B5830">
      <w:pPr>
        <w:pStyle w:val="ListParagraph"/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Zamawiający odmówi odb</w:t>
      </w:r>
      <w:r>
        <w:rPr>
          <w:rFonts w:ascii="Times New Roman" w:hAnsi="Times New Roman" w:cs="Times New Roman"/>
          <w:sz w:val="23"/>
          <w:szCs w:val="23"/>
        </w:rPr>
        <w:t>ioru części lub całości dekoracji i ozdób  świetlnych</w:t>
      </w:r>
      <w:r w:rsidRPr="006F1F7D">
        <w:rPr>
          <w:rFonts w:ascii="Times New Roman" w:hAnsi="Times New Roman" w:cs="Times New Roman"/>
          <w:sz w:val="23"/>
          <w:szCs w:val="23"/>
        </w:rPr>
        <w:t xml:space="preserve">, sporządzając protokół zawierający przyczyny odmowy odbioru (protokół rozbieżności). Zamawiający wyznaczy następnie termin dostawy </w:t>
      </w:r>
      <w:r>
        <w:rPr>
          <w:rFonts w:ascii="Times New Roman" w:hAnsi="Times New Roman" w:cs="Times New Roman"/>
          <w:sz w:val="23"/>
          <w:szCs w:val="23"/>
        </w:rPr>
        <w:t xml:space="preserve">dekoracji i ozdób świetlnych </w:t>
      </w:r>
      <w:r w:rsidRPr="006F1F7D">
        <w:rPr>
          <w:rFonts w:ascii="Times New Roman" w:hAnsi="Times New Roman" w:cs="Times New Roman"/>
          <w:sz w:val="23"/>
          <w:szCs w:val="23"/>
        </w:rPr>
        <w:t>wolnych od wad. Procedura czynności odbioru zostanie powtórzona.</w:t>
      </w:r>
    </w:p>
    <w:p w:rsidR="00C13FB5" w:rsidRPr="006F1F7D" w:rsidRDefault="00C13FB5" w:rsidP="003C287B">
      <w:pPr>
        <w:pStyle w:val="ListParagraph"/>
        <w:numPr>
          <w:ilvl w:val="0"/>
          <w:numId w:val="27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Jeżeli przedmiot zamówienia ma wady, Zamawiający może żądać ich usunięcia, wyznaczając w tym celu Wykonawcy odpowiedni termin z zastrzeżeniem, że po upływie wyznaczonego terminu nie przyjmie poprawek. </w:t>
      </w:r>
    </w:p>
    <w:p w:rsidR="00C13FB5" w:rsidRPr="006F1F7D" w:rsidRDefault="00C13FB5" w:rsidP="004C4B8F">
      <w:pPr>
        <w:pStyle w:val="ListParagraph"/>
        <w:numPr>
          <w:ilvl w:val="0"/>
          <w:numId w:val="27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 xml:space="preserve">Gdy wady usunąć się nie dadzą albo gdy z okoliczności wynika, że Wykonawca nie zdoła ich usunąć w czasie odpowiednim, albo też, gdy Wykonawca nie usunął wad w terminie wyznaczonym przez Zamawiającego, Zamawiający może wedle swego wyboru od umowy odstąpić lub żądać obniżenia wynagrodzenia w odpowiednim stosunku. </w:t>
      </w:r>
    </w:p>
    <w:p w:rsidR="00C13FB5" w:rsidRPr="000B5830" w:rsidRDefault="00C13FB5" w:rsidP="003C287B">
      <w:pPr>
        <w:pStyle w:val="ListParagraph"/>
        <w:numPr>
          <w:ilvl w:val="0"/>
          <w:numId w:val="18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B5830">
        <w:rPr>
          <w:rFonts w:ascii="Times New Roman" w:hAnsi="Times New Roman" w:cs="Times New Roman"/>
          <w:sz w:val="23"/>
          <w:szCs w:val="23"/>
        </w:rPr>
        <w:t xml:space="preserve">Zamawiający wyznacza </w:t>
      </w:r>
      <w:r>
        <w:rPr>
          <w:rFonts w:ascii="Times New Roman" w:hAnsi="Times New Roman" w:cs="Times New Roman"/>
          <w:sz w:val="23"/>
          <w:szCs w:val="23"/>
        </w:rPr>
        <w:t>Elenę Głowacz</w:t>
      </w:r>
      <w:r w:rsidRPr="000B5830">
        <w:rPr>
          <w:rFonts w:ascii="Times New Roman" w:hAnsi="Times New Roman" w:cs="Times New Roman"/>
          <w:sz w:val="23"/>
          <w:szCs w:val="23"/>
        </w:rPr>
        <w:t xml:space="preserve"> do kontaktów z Wykonawcą, nadzoru wykonywanych usług oraz upoważnia do dokonywania wszelkich ustaleń, </w:t>
      </w:r>
      <w:r w:rsidRPr="000B5830">
        <w:rPr>
          <w:rFonts w:ascii="Times New Roman" w:hAnsi="Times New Roman" w:cs="Times New Roman"/>
          <w:sz w:val="23"/>
          <w:szCs w:val="23"/>
        </w:rPr>
        <w:br/>
        <w:t>a w szczególności odbioru przedmiotu umowy oraz podpisania protokołu odbioru.</w:t>
      </w:r>
    </w:p>
    <w:p w:rsidR="00C13FB5" w:rsidRDefault="00C13FB5" w:rsidP="002B7D0D">
      <w:pPr>
        <w:pStyle w:val="ListParagraph"/>
        <w:numPr>
          <w:ilvl w:val="0"/>
          <w:numId w:val="18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0B5830">
        <w:rPr>
          <w:rFonts w:ascii="Times New Roman" w:hAnsi="Times New Roman" w:cs="Times New Roman"/>
          <w:sz w:val="23"/>
          <w:szCs w:val="23"/>
          <w:lang w:eastAsia="ar-SA"/>
        </w:rPr>
        <w:t>Osobą wyznaczoną ze strony Wykonawcy do kontaktów w sprawie realizacji niniejszej umowy</w:t>
      </w:r>
      <w:r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Pr="000B5830">
        <w:rPr>
          <w:rFonts w:ascii="Times New Roman" w:hAnsi="Times New Roman" w:cs="Times New Roman"/>
          <w:sz w:val="23"/>
          <w:szCs w:val="23"/>
          <w:lang w:eastAsia="ar-SA"/>
        </w:rPr>
        <w:t>jest:</w:t>
      </w:r>
      <w:r>
        <w:rPr>
          <w:rFonts w:ascii="Times New Roman" w:hAnsi="Times New Roman" w:cs="Times New Roman"/>
          <w:sz w:val="23"/>
          <w:szCs w:val="23"/>
          <w:lang w:eastAsia="ar-SA"/>
        </w:rPr>
        <w:t>……………….</w:t>
      </w:r>
      <w:r w:rsidRPr="000B5830">
        <w:rPr>
          <w:rFonts w:ascii="Times New Roman" w:hAnsi="Times New Roman" w:cs="Times New Roman"/>
          <w:sz w:val="23"/>
          <w:szCs w:val="23"/>
          <w:lang w:eastAsia="ar-SA"/>
        </w:rPr>
        <w:t>.......................................................................................................</w:t>
      </w:r>
      <w:r>
        <w:rPr>
          <w:rFonts w:ascii="Times New Roman" w:hAnsi="Times New Roman" w:cs="Times New Roman"/>
          <w:sz w:val="23"/>
          <w:szCs w:val="23"/>
          <w:lang w:eastAsia="ar-SA"/>
        </w:rPr>
        <w:br/>
      </w:r>
    </w:p>
    <w:p w:rsidR="00C13FB5" w:rsidRPr="000F7E3E" w:rsidRDefault="00C13FB5" w:rsidP="00532145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F7E3E">
        <w:rPr>
          <w:rFonts w:ascii="Times New Roman" w:hAnsi="Times New Roman" w:cs="Times New Roman"/>
          <w:b/>
          <w:bCs/>
          <w:sz w:val="23"/>
          <w:szCs w:val="23"/>
        </w:rPr>
        <w:t>§ 5</w:t>
      </w:r>
    </w:p>
    <w:p w:rsidR="00C13FB5" w:rsidRPr="000F7E3E" w:rsidRDefault="00C13FB5" w:rsidP="00532145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F7E3E">
        <w:rPr>
          <w:rFonts w:ascii="Times New Roman" w:hAnsi="Times New Roman" w:cs="Times New Roman"/>
          <w:b/>
          <w:bCs/>
          <w:sz w:val="23"/>
          <w:szCs w:val="23"/>
        </w:rPr>
        <w:t>WYNAGRODZENIE</w:t>
      </w:r>
    </w:p>
    <w:p w:rsidR="00C13FB5" w:rsidRPr="00A915B3" w:rsidRDefault="00C13FB5" w:rsidP="001B3866">
      <w:pPr>
        <w:pStyle w:val="ListParagraph"/>
        <w:numPr>
          <w:ilvl w:val="0"/>
          <w:numId w:val="9"/>
        </w:numPr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A915B3">
        <w:rPr>
          <w:rFonts w:ascii="Times New Roman" w:hAnsi="Times New Roman" w:cs="Times New Roman"/>
          <w:sz w:val="23"/>
          <w:szCs w:val="23"/>
        </w:rPr>
        <w:t>Wynagrodzenie Wykonawcy za wykonanie przedmiotu umowy, o którym mowa w § 1</w:t>
      </w:r>
      <w:r>
        <w:rPr>
          <w:rFonts w:ascii="Times New Roman" w:hAnsi="Times New Roman" w:cs="Times New Roman"/>
          <w:sz w:val="23"/>
          <w:szCs w:val="23"/>
        </w:rPr>
        <w:t xml:space="preserve"> łącznie wyniesie</w:t>
      </w:r>
      <w:r w:rsidRPr="00A915B3">
        <w:rPr>
          <w:rFonts w:ascii="Times New Roman" w:hAnsi="Times New Roman" w:cs="Times New Roman"/>
          <w:sz w:val="23"/>
          <w:szCs w:val="23"/>
        </w:rPr>
        <w:t xml:space="preserve">: </w:t>
      </w:r>
    </w:p>
    <w:p w:rsidR="00C13FB5" w:rsidRPr="00BD558E" w:rsidRDefault="00C13FB5" w:rsidP="00BD558E">
      <w:pPr>
        <w:pStyle w:val="ListParagraph"/>
        <w:spacing w:line="276" w:lineRule="auto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BD558E">
        <w:rPr>
          <w:rFonts w:ascii="Times New Roman" w:hAnsi="Times New Roman" w:cs="Times New Roman"/>
          <w:sz w:val="23"/>
          <w:szCs w:val="23"/>
        </w:rPr>
        <w:t>- ……………</w:t>
      </w:r>
      <w:r>
        <w:rPr>
          <w:rFonts w:ascii="Times New Roman" w:hAnsi="Times New Roman" w:cs="Times New Roman"/>
          <w:sz w:val="23"/>
          <w:szCs w:val="23"/>
        </w:rPr>
        <w:t>..…</w:t>
      </w:r>
      <w:r w:rsidRPr="00BD558E">
        <w:rPr>
          <w:rFonts w:ascii="Times New Roman" w:hAnsi="Times New Roman" w:cs="Times New Roman"/>
          <w:sz w:val="23"/>
          <w:szCs w:val="23"/>
        </w:rPr>
        <w:t>.. netto (słownie: …………………………………………………………….)</w:t>
      </w:r>
    </w:p>
    <w:p w:rsidR="00C13FB5" w:rsidRPr="00BD558E" w:rsidRDefault="00C13FB5" w:rsidP="00BD558E">
      <w:pPr>
        <w:pStyle w:val="ListParagraph"/>
        <w:spacing w:line="276" w:lineRule="auto"/>
        <w:ind w:left="426"/>
        <w:rPr>
          <w:rFonts w:ascii="Times New Roman" w:hAnsi="Times New Roman" w:cs="Times New Roman"/>
          <w:sz w:val="23"/>
          <w:szCs w:val="23"/>
        </w:rPr>
      </w:pPr>
      <w:r w:rsidRPr="00BD558E">
        <w:rPr>
          <w:rFonts w:ascii="Times New Roman" w:hAnsi="Times New Roman" w:cs="Times New Roman"/>
          <w:sz w:val="23"/>
          <w:szCs w:val="23"/>
        </w:rPr>
        <w:t>- ……………</w:t>
      </w:r>
      <w:r>
        <w:rPr>
          <w:rFonts w:ascii="Times New Roman" w:hAnsi="Times New Roman" w:cs="Times New Roman"/>
          <w:sz w:val="23"/>
          <w:szCs w:val="23"/>
        </w:rPr>
        <w:t>...….</w:t>
      </w:r>
      <w:r w:rsidRPr="00BD558E">
        <w:rPr>
          <w:rFonts w:ascii="Times New Roman" w:hAnsi="Times New Roman" w:cs="Times New Roman"/>
          <w:sz w:val="23"/>
          <w:szCs w:val="23"/>
        </w:rPr>
        <w:t>.VAT co stanowi kwotę ……..(słownie: ………………………………….)</w:t>
      </w:r>
    </w:p>
    <w:p w:rsidR="00C13FB5" w:rsidRDefault="00C13FB5" w:rsidP="00BD558E">
      <w:pPr>
        <w:pStyle w:val="ListParagraph"/>
        <w:spacing w:line="276" w:lineRule="auto"/>
        <w:ind w:left="426"/>
        <w:rPr>
          <w:rFonts w:ascii="Times New Roman" w:hAnsi="Times New Roman" w:cs="Times New Roman"/>
          <w:sz w:val="23"/>
          <w:szCs w:val="23"/>
        </w:rPr>
      </w:pPr>
      <w:r w:rsidRPr="00BD558E">
        <w:rPr>
          <w:rFonts w:ascii="Times New Roman" w:hAnsi="Times New Roman" w:cs="Times New Roman"/>
          <w:sz w:val="23"/>
          <w:szCs w:val="23"/>
        </w:rPr>
        <w:t>- ……………</w:t>
      </w:r>
      <w:r>
        <w:rPr>
          <w:rFonts w:ascii="Times New Roman" w:hAnsi="Times New Roman" w:cs="Times New Roman"/>
          <w:sz w:val="23"/>
          <w:szCs w:val="23"/>
        </w:rPr>
        <w:t>….</w:t>
      </w:r>
      <w:r w:rsidRPr="00BD558E">
        <w:rPr>
          <w:rFonts w:ascii="Times New Roman" w:hAnsi="Times New Roman" w:cs="Times New Roman"/>
          <w:sz w:val="23"/>
          <w:szCs w:val="23"/>
        </w:rPr>
        <w:t xml:space="preserve"> brutto (sło</w:t>
      </w:r>
      <w:r>
        <w:rPr>
          <w:rFonts w:ascii="Times New Roman" w:hAnsi="Times New Roman" w:cs="Times New Roman"/>
          <w:sz w:val="23"/>
          <w:szCs w:val="23"/>
        </w:rPr>
        <w:t>wnie: …………………………………………………………….).</w:t>
      </w:r>
    </w:p>
    <w:p w:rsidR="00C13FB5" w:rsidRDefault="00C13FB5" w:rsidP="00694527">
      <w:pPr>
        <w:pStyle w:val="ListParagraph"/>
        <w:spacing w:line="276" w:lineRule="auto"/>
        <w:ind w:left="426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2.  </w:t>
      </w:r>
      <w:r w:rsidRPr="006F6299">
        <w:rPr>
          <w:rFonts w:ascii="Times New Roman" w:hAnsi="Times New Roman" w:cs="Times New Roman"/>
          <w:sz w:val="23"/>
          <w:szCs w:val="23"/>
        </w:rPr>
        <w:t>Zapłata wynagrodzenia z tytułu wykonania przedmiotu umowy nastąpi przelewem na konto Wykonawcy, po podpisaniu protokołu odbioru, w terminie 14 dni licząc od otrzymania przez Zamawiającego pra</w:t>
      </w:r>
      <w:r>
        <w:rPr>
          <w:rFonts w:ascii="Times New Roman" w:hAnsi="Times New Roman" w:cs="Times New Roman"/>
          <w:sz w:val="23"/>
          <w:szCs w:val="23"/>
        </w:rPr>
        <w:t>widłowo wystawionej faktury VAT.</w:t>
      </w:r>
    </w:p>
    <w:p w:rsidR="00C13FB5" w:rsidRDefault="00C13FB5" w:rsidP="00694527">
      <w:pPr>
        <w:pStyle w:val="ListParagraph"/>
        <w:numPr>
          <w:ilvl w:val="0"/>
          <w:numId w:val="47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3"/>
          <w:szCs w:val="23"/>
        </w:rPr>
      </w:pPr>
      <w:r w:rsidRPr="006F1F7D">
        <w:rPr>
          <w:rFonts w:ascii="Times New Roman" w:hAnsi="Times New Roman" w:cs="Times New Roman"/>
          <w:sz w:val="23"/>
          <w:szCs w:val="23"/>
        </w:rPr>
        <w:t>Wynagrodzenie za przedmiot umowy obejmuje wszystkie koszty związane z jego realizacją.</w:t>
      </w:r>
    </w:p>
    <w:p w:rsidR="00C13FB5" w:rsidRDefault="00C13FB5" w:rsidP="00532145">
      <w:pPr>
        <w:pStyle w:val="Standard"/>
        <w:spacing w:line="276" w:lineRule="auto"/>
        <w:jc w:val="center"/>
        <w:rPr>
          <w:b/>
          <w:bCs/>
          <w:sz w:val="23"/>
          <w:szCs w:val="23"/>
        </w:rPr>
      </w:pPr>
    </w:p>
    <w:p w:rsidR="00C13FB5" w:rsidRDefault="00C13FB5" w:rsidP="00532145">
      <w:pPr>
        <w:pStyle w:val="Standard"/>
        <w:spacing w:line="276" w:lineRule="auto"/>
        <w:jc w:val="center"/>
        <w:rPr>
          <w:b/>
          <w:bCs/>
          <w:sz w:val="23"/>
          <w:szCs w:val="23"/>
        </w:rPr>
      </w:pPr>
    </w:p>
    <w:p w:rsidR="00C13FB5" w:rsidRPr="000F7E3E" w:rsidRDefault="00C13FB5" w:rsidP="00532145">
      <w:pPr>
        <w:pStyle w:val="Standard"/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0F7E3E">
        <w:rPr>
          <w:rFonts w:ascii="Times New Roman" w:hAnsi="Times New Roman" w:cs="Times New Roman"/>
          <w:b/>
          <w:bCs/>
          <w:sz w:val="23"/>
          <w:szCs w:val="23"/>
        </w:rPr>
        <w:t>§ 6</w:t>
      </w:r>
    </w:p>
    <w:p w:rsidR="00C13FB5" w:rsidRPr="000F7E3E" w:rsidRDefault="00C13FB5" w:rsidP="00532145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F7E3E">
        <w:rPr>
          <w:rFonts w:ascii="Times New Roman" w:hAnsi="Times New Roman" w:cs="Times New Roman"/>
          <w:b/>
          <w:bCs/>
          <w:sz w:val="23"/>
          <w:szCs w:val="23"/>
        </w:rPr>
        <w:t>PODWYKONAWSTWO</w:t>
      </w:r>
    </w:p>
    <w:p w:rsidR="00C13FB5" w:rsidRPr="000F7E3E" w:rsidRDefault="00C13FB5" w:rsidP="00541739">
      <w:pPr>
        <w:pStyle w:val="Standard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0F7E3E">
        <w:rPr>
          <w:rFonts w:ascii="Times New Roman" w:hAnsi="Times New Roman" w:cs="Times New Roman"/>
          <w:color w:val="000000"/>
          <w:sz w:val="23"/>
          <w:szCs w:val="23"/>
        </w:rPr>
        <w:t>Wykonawca</w:t>
      </w:r>
      <w:r w:rsidRPr="000F7E3E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0F7E3E">
        <w:rPr>
          <w:rFonts w:ascii="Times New Roman" w:hAnsi="Times New Roman" w:cs="Times New Roman"/>
          <w:color w:val="000000"/>
          <w:sz w:val="23"/>
          <w:szCs w:val="23"/>
        </w:rPr>
        <w:t>może zlecić niektóre prace związane z wykonaniem przedmiotu umowy Podwykonawcy, za którego działania lub zaniechania ponosi pełną odpowiedzialność.</w:t>
      </w:r>
    </w:p>
    <w:p w:rsidR="00C13FB5" w:rsidRPr="000F7E3E" w:rsidRDefault="00C13FB5" w:rsidP="008778B2">
      <w:pPr>
        <w:pStyle w:val="Standard"/>
        <w:numPr>
          <w:ilvl w:val="0"/>
          <w:numId w:val="2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3"/>
          <w:szCs w:val="23"/>
        </w:rPr>
      </w:pPr>
      <w:r w:rsidRPr="000F7E3E">
        <w:rPr>
          <w:rFonts w:ascii="Times New Roman" w:hAnsi="Times New Roman" w:cs="Times New Roman"/>
          <w:color w:val="000000"/>
          <w:sz w:val="23"/>
          <w:szCs w:val="23"/>
        </w:rPr>
        <w:t xml:space="preserve">Zlecenie części zamówienia Podwykonawcy nie może zwiększyć wartości wynagrodzenia umownego określonego </w:t>
      </w:r>
      <w:r w:rsidRPr="000F7E3E">
        <w:rPr>
          <w:rFonts w:ascii="Times New Roman" w:hAnsi="Times New Roman" w:cs="Times New Roman"/>
          <w:sz w:val="23"/>
          <w:szCs w:val="23"/>
        </w:rPr>
        <w:t>w §5 ust.1.</w:t>
      </w:r>
    </w:p>
    <w:p w:rsidR="00C13FB5" w:rsidRDefault="00C13FB5" w:rsidP="00372FA5">
      <w:pPr>
        <w:pStyle w:val="List"/>
        <w:spacing w:line="276" w:lineRule="auto"/>
        <w:ind w:left="0" w:firstLine="0"/>
        <w:jc w:val="center"/>
        <w:rPr>
          <w:b/>
          <w:bCs/>
          <w:sz w:val="23"/>
          <w:szCs w:val="23"/>
        </w:rPr>
      </w:pPr>
    </w:p>
    <w:p w:rsidR="00C13FB5" w:rsidRDefault="00C13FB5" w:rsidP="00532145">
      <w:pPr>
        <w:pStyle w:val="List"/>
        <w:spacing w:line="276" w:lineRule="auto"/>
        <w:ind w:left="0" w:firstLine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§7</w:t>
      </w:r>
    </w:p>
    <w:p w:rsidR="00C13FB5" w:rsidRDefault="00C13FB5" w:rsidP="00372696">
      <w:pPr>
        <w:pStyle w:val="List"/>
        <w:spacing w:line="276" w:lineRule="auto"/>
        <w:ind w:left="0" w:firstLine="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KARY UMOWNE</w:t>
      </w:r>
    </w:p>
    <w:p w:rsidR="00C13FB5" w:rsidRDefault="00C13FB5" w:rsidP="00372696">
      <w:pPr>
        <w:numPr>
          <w:ilvl w:val="0"/>
          <w:numId w:val="23"/>
        </w:numPr>
        <w:tabs>
          <w:tab w:val="clear" w:pos="720"/>
          <w:tab w:val="num" w:pos="426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W przypadku niewykonania lub nienależytego </w:t>
      </w:r>
      <w:r>
        <w:rPr>
          <w:rFonts w:ascii="Times New Roman" w:hAnsi="Times New Roman" w:cs="Times New Roman"/>
          <w:sz w:val="23"/>
          <w:szCs w:val="23"/>
          <w:lang w:eastAsia="zh-CN"/>
        </w:rPr>
        <w:t xml:space="preserve">wykonania wynikających </w:t>
      </w:r>
      <w:r>
        <w:rPr>
          <w:rFonts w:ascii="Times New Roman" w:hAnsi="Times New Roman" w:cs="Times New Roman"/>
          <w:sz w:val="23"/>
          <w:szCs w:val="23"/>
          <w:lang w:eastAsia="zh-CN"/>
        </w:rPr>
        <w:br/>
        <w:t>z niniejszej umowy strony przewidują zapłatę kar umownych na następujących zasadach:</w:t>
      </w:r>
    </w:p>
    <w:p w:rsidR="00C13FB5" w:rsidRDefault="00C13FB5" w:rsidP="00372696">
      <w:pPr>
        <w:numPr>
          <w:ilvl w:val="1"/>
          <w:numId w:val="23"/>
        </w:numPr>
        <w:tabs>
          <w:tab w:val="num" w:pos="426"/>
          <w:tab w:val="left" w:pos="1080"/>
          <w:tab w:val="num" w:pos="1134"/>
        </w:tabs>
        <w:suppressAutoHyphens/>
        <w:spacing w:after="0" w:line="276" w:lineRule="auto"/>
        <w:ind w:left="567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Wykonawca zobowiązany jest do zapłacenia kary umownej Zamawiającemu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br/>
        <w:t>z tytułu opóźnienia w wykonaniu przedmiotu umowy lub opóźnienia w należytym wykonaniu przedmiotu umowy lub też w przypadku nie usunięcia w ustalonym przez strony terminie wad określonych w protokole odbioru w wysokości 0,2% wynagrodzenia umownego brutto o którym mowa w § 5 ust. 1 za każdy dzień opóźnienia;</w:t>
      </w:r>
    </w:p>
    <w:p w:rsidR="00C13FB5" w:rsidRDefault="00C13FB5" w:rsidP="00372696">
      <w:pPr>
        <w:numPr>
          <w:ilvl w:val="1"/>
          <w:numId w:val="23"/>
        </w:numPr>
        <w:tabs>
          <w:tab w:val="num" w:pos="426"/>
          <w:tab w:val="left" w:pos="1080"/>
          <w:tab w:val="num" w:pos="1134"/>
        </w:tabs>
        <w:suppressAutoHyphens/>
        <w:spacing w:after="0" w:line="276" w:lineRule="auto"/>
        <w:ind w:left="567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Zamawiający zobowiązany jest do zapłaty kary umownej na rzecz Wykonawcy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br/>
        <w:t>w przypadku zwłoki w odbiorze przedmiotu umowy - w wysokości 0,2% wynagrodzenia umownego brutto, o którym mowa w § 5 ust. 1  za każdy dzień opóźnienia.</w:t>
      </w:r>
    </w:p>
    <w:p w:rsidR="00C13FB5" w:rsidRDefault="00C13FB5" w:rsidP="00372696">
      <w:pPr>
        <w:numPr>
          <w:ilvl w:val="0"/>
          <w:numId w:val="38"/>
        </w:numPr>
        <w:tabs>
          <w:tab w:val="clear" w:pos="720"/>
          <w:tab w:val="num" w:pos="567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Strony zastrzegają sobie kary umowne także na wypadek odstąpienia od umowy 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br/>
        <w:t>z przyczyn zależnych wyłącznie od drugiej strony, w wysokości 20% wynagrodzenia umownego brutto, z zastrzeżeniem ust. 3.</w:t>
      </w:r>
    </w:p>
    <w:p w:rsidR="00C13FB5" w:rsidRDefault="00C13FB5" w:rsidP="00372696">
      <w:pPr>
        <w:numPr>
          <w:ilvl w:val="0"/>
          <w:numId w:val="38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Zamawiający nie zapłaci kary umownej za odstąpienie od umowy z przyczyn leżących wyłącznie po stronie Wykonawcy.</w:t>
      </w:r>
    </w:p>
    <w:p w:rsidR="00C13FB5" w:rsidRDefault="00C13FB5" w:rsidP="00372696">
      <w:pPr>
        <w:numPr>
          <w:ilvl w:val="0"/>
          <w:numId w:val="38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W przypadku, gdy kary umowne nie pokrywają szkody, stronom przysługuje prawo żądania odszkodowania na zasadach ogólnych.</w:t>
      </w:r>
    </w:p>
    <w:p w:rsidR="00C13FB5" w:rsidRDefault="00C13FB5" w:rsidP="00372696">
      <w:pPr>
        <w:numPr>
          <w:ilvl w:val="0"/>
          <w:numId w:val="38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Kary umowne, o których mowa w ust. 1 i 4 płatne są bez wezwania i wyznaczenia dodatkowego terminu do ich uiszczenia.</w:t>
      </w:r>
    </w:p>
    <w:p w:rsidR="00C13FB5" w:rsidRDefault="00C13FB5" w:rsidP="00372696">
      <w:pPr>
        <w:numPr>
          <w:ilvl w:val="0"/>
          <w:numId w:val="38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Zamawiający może potrącić kary umowne z należnego Wykonawcy wynagrodzenia. </w:t>
      </w:r>
    </w:p>
    <w:p w:rsidR="00C13FB5" w:rsidRDefault="00C13FB5" w:rsidP="005C5520">
      <w:pPr>
        <w:pStyle w:val="List"/>
        <w:spacing w:line="276" w:lineRule="auto"/>
        <w:ind w:left="0" w:firstLine="0"/>
        <w:jc w:val="center"/>
        <w:rPr>
          <w:b/>
          <w:bCs/>
          <w:sz w:val="23"/>
          <w:szCs w:val="23"/>
        </w:rPr>
      </w:pPr>
    </w:p>
    <w:p w:rsidR="00C13FB5" w:rsidRPr="005C5520" w:rsidRDefault="00C13FB5" w:rsidP="00532145">
      <w:pPr>
        <w:pStyle w:val="List"/>
        <w:spacing w:line="276" w:lineRule="auto"/>
        <w:ind w:left="0" w:firstLine="0"/>
        <w:jc w:val="center"/>
        <w:rPr>
          <w:b/>
          <w:bCs/>
          <w:sz w:val="23"/>
          <w:szCs w:val="23"/>
        </w:rPr>
      </w:pPr>
      <w:r w:rsidRPr="005C5520">
        <w:rPr>
          <w:b/>
          <w:bCs/>
          <w:sz w:val="23"/>
          <w:szCs w:val="23"/>
        </w:rPr>
        <w:t>§8</w:t>
      </w:r>
    </w:p>
    <w:p w:rsidR="00C13FB5" w:rsidRPr="005C5520" w:rsidRDefault="00C13FB5" w:rsidP="005321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eastAsia="ar-SA"/>
        </w:rPr>
      </w:pPr>
      <w:r w:rsidRPr="005C5520">
        <w:rPr>
          <w:rFonts w:ascii="Times New Roman" w:hAnsi="Times New Roman" w:cs="Times New Roman"/>
          <w:b/>
          <w:bCs/>
          <w:sz w:val="23"/>
          <w:szCs w:val="23"/>
          <w:lang w:eastAsia="ar-SA"/>
        </w:rPr>
        <w:t>GWARANCJA I RĘKOJMIA</w:t>
      </w:r>
    </w:p>
    <w:p w:rsidR="00C13FB5" w:rsidRDefault="00C13FB5" w:rsidP="00853A2E">
      <w:pPr>
        <w:numPr>
          <w:ilvl w:val="3"/>
          <w:numId w:val="28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53A2E">
        <w:rPr>
          <w:rFonts w:ascii="Times New Roman" w:hAnsi="Times New Roman" w:cs="Times New Roman"/>
          <w:sz w:val="23"/>
          <w:szCs w:val="23"/>
        </w:rPr>
        <w:t xml:space="preserve">Wykonawca udziela gwarancji, że przedmiot dostawy jest fabrycznie nowy i wolny od wad, oraz że może być użytkowany zgodnie z przeznaczeniem. </w:t>
      </w:r>
    </w:p>
    <w:p w:rsidR="00C13FB5" w:rsidRPr="00853A2E" w:rsidRDefault="00C13FB5" w:rsidP="00853A2E">
      <w:pPr>
        <w:spacing w:line="276" w:lineRule="auto"/>
        <w:ind w:left="-76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C13FB5" w:rsidRPr="00853A2E" w:rsidRDefault="00C13FB5" w:rsidP="00853A2E">
      <w:pPr>
        <w:numPr>
          <w:ilvl w:val="3"/>
          <w:numId w:val="28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853A2E">
        <w:rPr>
          <w:rFonts w:ascii="Times New Roman" w:hAnsi="Times New Roman" w:cs="Times New Roman"/>
          <w:sz w:val="23"/>
          <w:szCs w:val="23"/>
        </w:rPr>
        <w:t xml:space="preserve"> Oferowane  dekoracje i ozdoby świetlne muszą  być zgodne ze  szczegółowym opisem przedmiotu zamówienia (zał. nr 5 do SIWZ)  oraz umową, posiadać określone przez Zamawiającego właściwości użytkowe i przyjęte standardy jakości. Zamawiający dopuszcza zmianę podanych wymiarów w zakresie +/- 10% jako zgodnych z treścią SIWZ. Parametry techniczne podane przez Zamawiającego należy traktować jako minimalne.</w:t>
      </w:r>
    </w:p>
    <w:p w:rsidR="00C13FB5" w:rsidRPr="005C5520" w:rsidRDefault="00C13FB5" w:rsidP="00853A2E">
      <w:pPr>
        <w:spacing w:line="276" w:lineRule="auto"/>
        <w:ind w:left="-76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C13FB5" w:rsidRPr="005C5520" w:rsidRDefault="00C13FB5" w:rsidP="005C5520">
      <w:pPr>
        <w:numPr>
          <w:ilvl w:val="3"/>
          <w:numId w:val="28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5520">
        <w:rPr>
          <w:rFonts w:ascii="Times New Roman" w:hAnsi="Times New Roman" w:cs="Times New Roman"/>
          <w:sz w:val="23"/>
          <w:szCs w:val="23"/>
        </w:rPr>
        <w:t xml:space="preserve">Produkty nie mogą ulegać trwałym zniekształceniom, nie mogą ulegać zniszczeniu przy zwykłym korzystaniu, powinny być niezawodne w stopniu przyjętym dla artykułów danego rodzaju. Nie mogą występować zarysowania, przebarwienia, pęknięcia i inne uszkodzenia produktu widoczne gołym okiem. Graficzne elementy produktu nie mogą ścierać się, rozmazywać lub zmieniać kolorów np. podczas panujących warunków atmosferycznych. Sposób wykonania i użyte materiały nie mogą wywoływać wątpliwości co do jakości produktu. </w:t>
      </w:r>
    </w:p>
    <w:p w:rsidR="00C13FB5" w:rsidRPr="005C5520" w:rsidRDefault="00C13FB5" w:rsidP="005C5520">
      <w:pPr>
        <w:numPr>
          <w:ilvl w:val="0"/>
          <w:numId w:val="30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5520">
        <w:rPr>
          <w:rFonts w:ascii="Times New Roman" w:hAnsi="Times New Roman" w:cs="Times New Roman"/>
          <w:sz w:val="23"/>
          <w:szCs w:val="23"/>
        </w:rPr>
        <w:t>Ustala się następujący okres gwarancji przedmiotu zamówienia:  - 12 miesięcy, licząc od dnia protokolarnego odbioru końcowego przedmiotu zamówienia. Gwarancja obejmuje wszelkie wady i uszkodzenia nie wynikające ze standardowego użytkowania.</w:t>
      </w:r>
    </w:p>
    <w:p w:rsidR="00C13FB5" w:rsidRPr="005C5520" w:rsidRDefault="00C13FB5" w:rsidP="005C5520">
      <w:pPr>
        <w:numPr>
          <w:ilvl w:val="0"/>
          <w:numId w:val="30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5520">
        <w:rPr>
          <w:rFonts w:ascii="Times New Roman" w:hAnsi="Times New Roman" w:cs="Times New Roman"/>
          <w:sz w:val="23"/>
          <w:szCs w:val="23"/>
        </w:rPr>
        <w:t xml:space="preserve">Wykonawca zobowiązuje się do usunięcia wad lub wymiany przedmiotu umowy na wolny od wad nie później niż w ciągu 14 dni od momentu zgłoszenia takiej konieczności. </w:t>
      </w:r>
    </w:p>
    <w:p w:rsidR="00C13FB5" w:rsidRPr="005C5520" w:rsidRDefault="00C13FB5" w:rsidP="005C5520">
      <w:pPr>
        <w:numPr>
          <w:ilvl w:val="0"/>
          <w:numId w:val="30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5520">
        <w:rPr>
          <w:rFonts w:ascii="Times New Roman" w:hAnsi="Times New Roman" w:cs="Times New Roman"/>
          <w:sz w:val="23"/>
          <w:szCs w:val="23"/>
        </w:rPr>
        <w:t xml:space="preserve">W przypadku opóźnień Wykonawcy, w okresie gwarancji, w usunięciu wad przekraczających 14 dni, Zamawiający może powierzyć usunięcie wad, osobie trzeciej na koszt Wykonawcy, bez utraty prawa do gwarancji. </w:t>
      </w:r>
    </w:p>
    <w:p w:rsidR="00C13FB5" w:rsidRDefault="00C13FB5" w:rsidP="005C5520">
      <w:pPr>
        <w:numPr>
          <w:ilvl w:val="0"/>
          <w:numId w:val="31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5C5520">
        <w:rPr>
          <w:rFonts w:ascii="Times New Roman" w:hAnsi="Times New Roman" w:cs="Times New Roman"/>
          <w:sz w:val="23"/>
          <w:szCs w:val="23"/>
        </w:rPr>
        <w:t xml:space="preserve">Gwarancja o której mowa w ust. 4, nie wyłącza odpowiedzialności Wykonawcy wobec Zamawiającego z tytułu rękojmi.  </w:t>
      </w:r>
    </w:p>
    <w:p w:rsidR="00C13FB5" w:rsidRDefault="00C13FB5" w:rsidP="00E13326">
      <w:pPr>
        <w:spacing w:line="276" w:lineRule="auto"/>
        <w:ind w:left="284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532145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  <w:t>§9</w:t>
      </w:r>
    </w:p>
    <w:p w:rsidR="00C13FB5" w:rsidRDefault="00C13FB5" w:rsidP="00532145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  <w:t>POSTANOWIENIA KOŃCOWE</w:t>
      </w:r>
    </w:p>
    <w:p w:rsidR="00C13FB5" w:rsidRDefault="00C13FB5" w:rsidP="0014487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Strony zgodnie postanawiają, iż wszelkie dane osobowe uzyskane w wyniku realizacji niniejszej umowy podlegają regulacjom obowiązującym u Zamawiającego.</w:t>
      </w:r>
    </w:p>
    <w:p w:rsidR="00C13FB5" w:rsidRDefault="00C13FB5" w:rsidP="0014487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Wykonawca zobowiązuje się do: </w:t>
      </w:r>
    </w:p>
    <w:p w:rsidR="00C13FB5" w:rsidRDefault="00C13FB5" w:rsidP="0014487A">
      <w:pPr>
        <w:numPr>
          <w:ilvl w:val="1"/>
          <w:numId w:val="26"/>
        </w:numPr>
        <w:tabs>
          <w:tab w:val="clear" w:pos="1440"/>
          <w:tab w:val="num" w:pos="284"/>
          <w:tab w:val="num" w:pos="567"/>
          <w:tab w:val="left" w:pos="851"/>
          <w:tab w:val="left" w:pos="108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zachowania poufności informacji dotyczących Zamawiającego, które nie są znane lub nie powinny być znane publicznie, powzięte przez Wykonawcę w związku z wykonywaniem lub przy okazji wykonania umowy. Obowiązek zachowania poufności informacji obowiązuje niezależnie od ich nośnika i bez względu na sposób przekazania,</w:t>
      </w:r>
    </w:p>
    <w:p w:rsidR="00C13FB5" w:rsidRDefault="00C13FB5" w:rsidP="0014487A">
      <w:pPr>
        <w:numPr>
          <w:ilvl w:val="1"/>
          <w:numId w:val="26"/>
        </w:numPr>
        <w:tabs>
          <w:tab w:val="clear" w:pos="1440"/>
          <w:tab w:val="num" w:pos="284"/>
          <w:tab w:val="num" w:pos="567"/>
          <w:tab w:val="left" w:pos="108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wykorzystywania przekazanych informacji, o których mowa w pkt 1) tylko 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br/>
        <w:t>w zakresie związanym z realizacją umowy,</w:t>
      </w:r>
    </w:p>
    <w:p w:rsidR="00C13FB5" w:rsidRDefault="00C13FB5" w:rsidP="0014487A">
      <w:pPr>
        <w:numPr>
          <w:ilvl w:val="1"/>
          <w:numId w:val="26"/>
        </w:numPr>
        <w:tabs>
          <w:tab w:val="clear" w:pos="1440"/>
          <w:tab w:val="num" w:pos="284"/>
          <w:tab w:val="num" w:pos="567"/>
          <w:tab w:val="left" w:pos="108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niepodejmowania działań mających na celu uzyskanie jakichkolwiek innych informacji dotyczących Zamawiającego, które nie są konieczne do wykonania obowiązków wynikających z umowy,</w:t>
      </w:r>
    </w:p>
    <w:p w:rsidR="00C13FB5" w:rsidRDefault="00C13FB5" w:rsidP="0014487A">
      <w:pPr>
        <w:numPr>
          <w:ilvl w:val="1"/>
          <w:numId w:val="26"/>
        </w:numPr>
        <w:tabs>
          <w:tab w:val="clear" w:pos="1440"/>
          <w:tab w:val="num" w:pos="284"/>
          <w:tab w:val="num" w:pos="567"/>
          <w:tab w:val="left" w:pos="108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dochowania najwyższej staranności przy realizacji postanowień umowy. Wykonawca jest w pełni odpowiedzialny za każdą, bezpośrednią lub pośrednią szkodę poniesioną przez Zamawiającego w związku z naruszeniem przez Wykonawcę wyżej wymienionych postanowień,</w:t>
      </w:r>
    </w:p>
    <w:p w:rsidR="00C13FB5" w:rsidRDefault="00C13FB5" w:rsidP="0014487A">
      <w:pPr>
        <w:numPr>
          <w:ilvl w:val="1"/>
          <w:numId w:val="26"/>
        </w:numPr>
        <w:tabs>
          <w:tab w:val="clear" w:pos="1440"/>
          <w:tab w:val="num" w:pos="284"/>
          <w:tab w:val="num" w:pos="567"/>
          <w:tab w:val="left" w:pos="1080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podejmowania odpowiednich środków mających na celu ochronę wszelkich informacji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br/>
        <w:t>i dokumentów zawierających informacje dotyczące Zamawiającego przed ich utratą lub ujawnienie na zasadach określonych w Polityce Bezpieczeństwa Zamawiającego,</w:t>
      </w:r>
    </w:p>
    <w:p w:rsidR="00C13FB5" w:rsidRDefault="00C13FB5" w:rsidP="0014487A">
      <w:pPr>
        <w:numPr>
          <w:ilvl w:val="1"/>
          <w:numId w:val="26"/>
        </w:numPr>
        <w:tabs>
          <w:tab w:val="clear" w:pos="1440"/>
          <w:tab w:val="num" w:pos="284"/>
          <w:tab w:val="num" w:pos="567"/>
          <w:tab w:val="left" w:pos="1080"/>
        </w:tabs>
        <w:suppressAutoHyphens/>
        <w:spacing w:after="0" w:line="240" w:lineRule="auto"/>
        <w:ind w:hanging="1156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zachowania poufności informacji także po wygaśnięciu lub rozwiązaniu umowy.  </w:t>
      </w:r>
    </w:p>
    <w:p w:rsidR="00C13FB5" w:rsidRDefault="00C13FB5" w:rsidP="00344149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Strony zgodnie postanawiają, że wszelkie spory mogące w przyszłości wyniknąć na tle wykonania niniejszej umowy będą rozstrzygane polubownie.</w:t>
      </w:r>
    </w:p>
    <w:p w:rsidR="00C13FB5" w:rsidRDefault="00C13FB5" w:rsidP="00344149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W przypadku niemożności polubownego rozstrzygnięcia sporów, spory rozstrzygać będzie sąd właściwy dla miejsca siedziby Zamawiającego.</w:t>
      </w:r>
    </w:p>
    <w:p w:rsidR="00C13FB5" w:rsidRDefault="00C13FB5" w:rsidP="00344149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Strony postanawiają, że prawem właściwym dla oceny niniejszej umowy jest prawo polskie,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br/>
        <w:t xml:space="preserve">a w szczególności kodeks cywilny, </w:t>
      </w:r>
      <w:r w:rsidRPr="006F1F7D">
        <w:rPr>
          <w:rFonts w:ascii="Times New Roman" w:hAnsi="Times New Roman" w:cs="Times New Roman"/>
          <w:sz w:val="23"/>
          <w:szCs w:val="23"/>
        </w:rPr>
        <w:t>w szczególności -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6F1F7D">
        <w:rPr>
          <w:rFonts w:ascii="Times New Roman" w:hAnsi="Times New Roman" w:cs="Times New Roman"/>
          <w:sz w:val="23"/>
          <w:szCs w:val="23"/>
        </w:rPr>
        <w:t>Prawo zamówień publicznych</w:t>
      </w:r>
      <w:r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 ustawa</w:t>
      </w: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br/>
        <w:t>o prawach autorskich.</w:t>
      </w:r>
      <w:r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  <w:t xml:space="preserve">         </w:t>
      </w:r>
    </w:p>
    <w:p w:rsidR="00C13FB5" w:rsidRPr="00082456" w:rsidRDefault="00C13FB5" w:rsidP="00853A2E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color w:val="00000A"/>
          <w:sz w:val="23"/>
          <w:szCs w:val="23"/>
          <w:lang w:eastAsia="zh-CN"/>
        </w:rPr>
      </w:pPr>
      <w:r w:rsidRPr="00082456">
        <w:rPr>
          <w:rFonts w:ascii="Times New Roman" w:hAnsi="Times New Roman"/>
        </w:rPr>
        <w:t>Przewiduje się możliwość dokonania zmian postanowień zawartej umowy zgodnie z  art. 144 ust.1 pkt</w:t>
      </w:r>
      <w:r>
        <w:rPr>
          <w:rFonts w:ascii="Times New Roman" w:hAnsi="Times New Roman"/>
        </w:rPr>
        <w:t xml:space="preserve"> </w:t>
      </w:r>
      <w:r w:rsidRPr="00082456">
        <w:rPr>
          <w:rFonts w:ascii="Times New Roman" w:hAnsi="Times New Roman"/>
        </w:rPr>
        <w:t xml:space="preserve"> 2 pkt</w:t>
      </w:r>
      <w:r>
        <w:rPr>
          <w:rFonts w:ascii="Times New Roman" w:hAnsi="Times New Roman"/>
        </w:rPr>
        <w:t xml:space="preserve"> </w:t>
      </w:r>
      <w:r w:rsidRPr="00082456">
        <w:rPr>
          <w:rFonts w:ascii="Times New Roman" w:hAnsi="Times New Roman"/>
        </w:rPr>
        <w:t xml:space="preserve"> 3, pkt 4, pkt 5, pkt 6,  ust. 1A,   ust. 1b, ust. 1c, ust. 1d, ust.1e, oraz ust. 2 i ust. 3 ustawy Pzp.  </w:t>
      </w:r>
      <w:r>
        <w:rPr>
          <w:rFonts w:ascii="Times New Roman" w:hAnsi="Times New Roman"/>
          <w:b/>
          <w:color w:val="00000A"/>
          <w:sz w:val="23"/>
          <w:szCs w:val="23"/>
          <w:lang w:eastAsia="zh-CN"/>
        </w:rPr>
        <w:t xml:space="preserve">                                                            </w:t>
      </w:r>
    </w:p>
    <w:p w:rsidR="00C13FB5" w:rsidRDefault="00C13FB5" w:rsidP="00853A2E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</w:pPr>
    </w:p>
    <w:p w:rsidR="00C13FB5" w:rsidRDefault="00C13FB5" w:rsidP="00853A2E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b/>
          <w:bCs/>
          <w:color w:val="00000A"/>
          <w:sz w:val="23"/>
          <w:szCs w:val="23"/>
          <w:lang w:eastAsia="zh-CN"/>
        </w:rPr>
        <w:t xml:space="preserve">                                                  </w:t>
      </w:r>
    </w:p>
    <w:p w:rsidR="00C13FB5" w:rsidRDefault="00C13FB5" w:rsidP="00344149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 xml:space="preserve">Wszelkie zmiany niniejszej umowy, jak również odstąpienie i rozwiązanie wymagają dla swojej ważności formy pisemnej pod rygorem nieważności i muszą być akceptowane przez obie strony umowy. </w:t>
      </w:r>
    </w:p>
    <w:p w:rsidR="00C13FB5" w:rsidRDefault="00C13FB5" w:rsidP="0014487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contextualSpacing/>
        <w:jc w:val="both"/>
        <w:rPr>
          <w:rFonts w:ascii="Times New Roman" w:hAnsi="Times New Roman" w:cs="Times New Roman"/>
          <w:color w:val="00000A"/>
          <w:sz w:val="23"/>
          <w:szCs w:val="23"/>
          <w:lang w:eastAsia="zh-CN"/>
        </w:rPr>
      </w:pPr>
      <w:r>
        <w:rPr>
          <w:rFonts w:ascii="Times New Roman" w:hAnsi="Times New Roman" w:cs="Times New Roman"/>
          <w:color w:val="00000A"/>
          <w:sz w:val="23"/>
          <w:szCs w:val="23"/>
          <w:lang w:eastAsia="zh-CN"/>
        </w:rPr>
        <w:t>Niniejsza umowa została sporządzona w 2 egzemplarzach, po jednej dla każdej ze stron.</w:t>
      </w:r>
    </w:p>
    <w:p w:rsidR="00C13FB5" w:rsidRDefault="00C13FB5" w:rsidP="00541739">
      <w:pPr>
        <w:pStyle w:val="List"/>
        <w:ind w:left="720" w:firstLine="0"/>
        <w:jc w:val="center"/>
        <w:rPr>
          <w:sz w:val="23"/>
          <w:szCs w:val="23"/>
        </w:rPr>
      </w:pPr>
    </w:p>
    <w:p w:rsidR="00C13FB5" w:rsidRDefault="00C13FB5" w:rsidP="00541739">
      <w:pPr>
        <w:pStyle w:val="List"/>
        <w:ind w:left="720" w:firstLine="0"/>
        <w:jc w:val="center"/>
        <w:rPr>
          <w:sz w:val="23"/>
          <w:szCs w:val="23"/>
        </w:rPr>
      </w:pPr>
    </w:p>
    <w:p w:rsidR="00C13FB5" w:rsidRDefault="00C13FB5" w:rsidP="00541739">
      <w:pPr>
        <w:pStyle w:val="List"/>
        <w:ind w:left="0" w:firstLine="36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ZAMAWIAJĄCY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>WYKONAWCA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…………………………………….                                           ………………………………...</w:t>
      </w: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Default="00C13FB5" w:rsidP="006F1F7D">
      <w:pPr>
        <w:spacing w:line="276" w:lineRule="auto"/>
        <w:jc w:val="center"/>
        <w:rPr>
          <w:rFonts w:ascii="Times New Roman" w:hAnsi="Times New Roman" w:cs="Times New Roman"/>
          <w:sz w:val="23"/>
          <w:szCs w:val="23"/>
        </w:rPr>
      </w:pPr>
    </w:p>
    <w:p w:rsidR="00C13FB5" w:rsidRPr="0087048C" w:rsidRDefault="00C13FB5" w:rsidP="00465609">
      <w:pPr>
        <w:spacing w:after="0" w:line="276" w:lineRule="auto"/>
        <w:ind w:left="-142"/>
        <w:rPr>
          <w:rFonts w:ascii="Times New Roman" w:hAnsi="Times New Roman" w:cs="Times New Roman"/>
          <w:sz w:val="23"/>
          <w:szCs w:val="23"/>
          <w:u w:val="single"/>
        </w:rPr>
      </w:pPr>
      <w:r w:rsidRPr="0087048C">
        <w:rPr>
          <w:rFonts w:ascii="Times New Roman" w:hAnsi="Times New Roman" w:cs="Times New Roman"/>
          <w:sz w:val="23"/>
          <w:szCs w:val="23"/>
          <w:u w:val="single"/>
        </w:rPr>
        <w:t>Załącznik:</w:t>
      </w:r>
    </w:p>
    <w:p w:rsidR="00C13FB5" w:rsidRPr="0087048C" w:rsidRDefault="00C13FB5" w:rsidP="00465609">
      <w:pPr>
        <w:pStyle w:val="ListParagraph"/>
        <w:numPr>
          <w:ilvl w:val="3"/>
          <w:numId w:val="26"/>
        </w:numPr>
        <w:tabs>
          <w:tab w:val="clear" w:pos="2880"/>
          <w:tab w:val="num" w:pos="180"/>
        </w:tabs>
        <w:spacing w:after="0" w:line="276" w:lineRule="auto"/>
        <w:ind w:hanging="306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Protokół odbioru</w:t>
      </w:r>
    </w:p>
    <w:sectPr w:rsidR="00C13FB5" w:rsidRPr="0087048C" w:rsidSect="00E13326">
      <w:headerReference w:type="default" r:id="rId7"/>
      <w:footerReference w:type="default" r:id="rId8"/>
      <w:pgSz w:w="11906" w:h="16838"/>
      <w:pgMar w:top="1135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FB5" w:rsidRDefault="00C13FB5" w:rsidP="005F2B51">
      <w:pPr>
        <w:spacing w:after="0" w:line="240" w:lineRule="auto"/>
      </w:pPr>
      <w:r>
        <w:separator/>
      </w:r>
    </w:p>
  </w:endnote>
  <w:endnote w:type="continuationSeparator" w:id="0">
    <w:p w:rsidR="00C13FB5" w:rsidRDefault="00C13FB5" w:rsidP="005F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FB5" w:rsidRPr="00AC1E7E" w:rsidRDefault="00C13FB5" w:rsidP="005F2B51">
    <w:pPr>
      <w:spacing w:after="0" w:line="240" w:lineRule="auto"/>
      <w:jc w:val="center"/>
      <w:rPr>
        <w:rFonts w:ascii="Times New Roman" w:hAnsi="Times New Roman" w:cs="Times New Roman"/>
        <w:color w:val="00000A"/>
        <w:w w:val="89"/>
        <w:sz w:val="20"/>
        <w:szCs w:val="20"/>
        <w:lang w:eastAsia="pl-PL"/>
      </w:rPr>
    </w:pPr>
    <w:r w:rsidRPr="00AC1E7E">
      <w:rPr>
        <w:rFonts w:ascii="Times New Roman" w:hAnsi="Times New Roman" w:cs="Times New Roman"/>
        <w:color w:val="00000A"/>
        <w:w w:val="89"/>
        <w:sz w:val="20"/>
        <w:szCs w:val="20"/>
        <w:lang w:eastAsia="pl-PL"/>
      </w:rPr>
      <w:t xml:space="preserve">Projekt </w:t>
    </w:r>
    <w:r w:rsidRPr="00AC1E7E">
      <w:rPr>
        <w:rFonts w:ascii="Times New Roman" w:hAnsi="Times New Roman" w:cs="Times New Roman"/>
        <w:iCs/>
        <w:color w:val="00000A"/>
        <w:w w:val="89"/>
        <w:sz w:val="20"/>
        <w:szCs w:val="20"/>
        <w:lang w:eastAsia="pl-PL"/>
      </w:rPr>
      <w:t xml:space="preserve">„Wspólna organizacja CZ-PL działalności kulturalnej dwóch największych miast Euroregionu Silesia”  </w:t>
    </w:r>
    <w:r w:rsidRPr="00AC1E7E">
      <w:rPr>
        <w:rFonts w:ascii="Times New Roman" w:hAnsi="Times New Roman" w:cs="Times New Roman"/>
        <w:iCs/>
        <w:color w:val="00000A"/>
        <w:w w:val="89"/>
        <w:sz w:val="20"/>
        <w:szCs w:val="20"/>
        <w:lang w:eastAsia="pl-PL"/>
      </w:rPr>
      <w:br/>
    </w:r>
    <w:r w:rsidRPr="00AC1E7E">
      <w:rPr>
        <w:rFonts w:ascii="Times New Roman" w:hAnsi="Times New Roman" w:cs="Times New Roman"/>
        <w:color w:val="00000A"/>
        <w:w w:val="89"/>
        <w:sz w:val="20"/>
        <w:szCs w:val="20"/>
        <w:lang w:eastAsia="pl-PL"/>
      </w:rPr>
      <w:t>nr CZ.11.4.120/0.0/0.0/17_028/0001625</w:t>
    </w:r>
    <w:r w:rsidRPr="00AC1E7E">
      <w:rPr>
        <w:rFonts w:ascii="Times New Roman" w:hAnsi="Times New Roman" w:cs="Times New Roman"/>
        <w:iCs/>
        <w:color w:val="00000A"/>
        <w:w w:val="89"/>
        <w:sz w:val="20"/>
        <w:szCs w:val="20"/>
        <w:lang w:eastAsia="pl-PL"/>
      </w:rPr>
      <w:t xml:space="preserve"> </w:t>
    </w:r>
    <w:r w:rsidRPr="00AC1E7E">
      <w:rPr>
        <w:rFonts w:ascii="Times New Roman" w:hAnsi="Times New Roman" w:cs="Times New Roman"/>
        <w:color w:val="00000A"/>
        <w:w w:val="89"/>
        <w:sz w:val="20"/>
        <w:szCs w:val="20"/>
        <w:lang w:eastAsia="pl-PL"/>
      </w:rPr>
      <w:t xml:space="preserve">jest współfinansowany </w:t>
    </w:r>
    <w:r w:rsidRPr="00AC1E7E">
      <w:rPr>
        <w:rFonts w:ascii="Times New Roman" w:hAnsi="Times New Roman" w:cs="Times New Roman"/>
        <w:sz w:val="20"/>
        <w:szCs w:val="20"/>
      </w:rPr>
      <w:t>przez Unię Europejską i Europejski Fundusz Rozwoju Regionalnego w ramach Programu Interreg V-A Republika Czechy – Polska</w:t>
    </w:r>
  </w:p>
  <w:p w:rsidR="00C13FB5" w:rsidRDefault="00C13FB5">
    <w:pPr>
      <w:pStyle w:val="Footer"/>
    </w:pPr>
  </w:p>
  <w:p w:rsidR="00C13FB5" w:rsidRDefault="00C13F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FB5" w:rsidRDefault="00C13FB5" w:rsidP="005F2B51">
      <w:pPr>
        <w:spacing w:after="0" w:line="240" w:lineRule="auto"/>
      </w:pPr>
      <w:r>
        <w:separator/>
      </w:r>
    </w:p>
  </w:footnote>
  <w:footnote w:type="continuationSeparator" w:id="0">
    <w:p w:rsidR="00C13FB5" w:rsidRDefault="00C13FB5" w:rsidP="005F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FB5" w:rsidRDefault="00C13FB5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" o:spid="_x0000_i1026" type="#_x0000_t75" style="width:453.75pt;height:47.25pt;visibility:visible">
          <v:imagedata r:id="rId1" o:title=""/>
        </v:shape>
      </w:pict>
    </w:r>
  </w:p>
  <w:p w:rsidR="00C13FB5" w:rsidRDefault="00C13F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3086"/>
    <w:multiLevelType w:val="hybridMultilevel"/>
    <w:tmpl w:val="776855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EA31EC"/>
    <w:multiLevelType w:val="hybridMultilevel"/>
    <w:tmpl w:val="EE26E780"/>
    <w:lvl w:ilvl="0" w:tplc="39EC8ABE">
      <w:start w:val="4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3445C7"/>
    <w:multiLevelType w:val="hybridMultilevel"/>
    <w:tmpl w:val="713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9761A2"/>
    <w:multiLevelType w:val="hybridMultilevel"/>
    <w:tmpl w:val="27D8D7F4"/>
    <w:lvl w:ilvl="0" w:tplc="7096B82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12EDEE6">
      <w:start w:val="1"/>
      <w:numFmt w:val="lowerLetter"/>
      <w:lvlText w:val="%2.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CB1B4E"/>
    <w:multiLevelType w:val="hybridMultilevel"/>
    <w:tmpl w:val="9E74601A"/>
    <w:lvl w:ilvl="0" w:tplc="C3C047B4">
      <w:start w:val="1"/>
      <w:numFmt w:val="decimal"/>
      <w:lvlText w:val="%1.)"/>
      <w:lvlJc w:val="left"/>
      <w:pPr>
        <w:ind w:left="644" w:hanging="360"/>
      </w:pPr>
      <w:rPr>
        <w:rFonts w:cs="Times New Roman" w:hint="default"/>
      </w:rPr>
    </w:lvl>
    <w:lvl w:ilvl="1" w:tplc="3D5C40B0">
      <w:start w:val="1"/>
      <w:numFmt w:val="lowerLetter"/>
      <w:lvlText w:val="%2.)"/>
      <w:lvlJc w:val="left"/>
      <w:pPr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13636DA7"/>
    <w:multiLevelType w:val="hybridMultilevel"/>
    <w:tmpl w:val="B9884BEA"/>
    <w:lvl w:ilvl="0" w:tplc="1EB44FA4">
      <w:start w:val="1"/>
      <w:numFmt w:val="lowerLetter"/>
      <w:lvlText w:val="%1.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1421782C"/>
    <w:multiLevelType w:val="hybridMultilevel"/>
    <w:tmpl w:val="0AEC3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E01966"/>
    <w:multiLevelType w:val="multilevel"/>
    <w:tmpl w:val="4B546796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1412" w:hanging="76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2" w:hanging="768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32" w:hanging="768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cs="Times New Roman" w:hint="default"/>
      </w:rPr>
    </w:lvl>
  </w:abstractNum>
  <w:abstractNum w:abstractNumId="8">
    <w:nsid w:val="235A70D4"/>
    <w:multiLevelType w:val="hybridMultilevel"/>
    <w:tmpl w:val="7012F2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3F4A26"/>
    <w:multiLevelType w:val="hybridMultilevel"/>
    <w:tmpl w:val="9884AD04"/>
    <w:lvl w:ilvl="0" w:tplc="1BDABCD6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24835D54"/>
    <w:multiLevelType w:val="hybridMultilevel"/>
    <w:tmpl w:val="AFF86BEC"/>
    <w:lvl w:ilvl="0" w:tplc="4AA03C5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5257C0"/>
    <w:multiLevelType w:val="multilevel"/>
    <w:tmpl w:val="51F0E8FC"/>
    <w:styleLink w:val="WW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</w:rPr>
    </w:lvl>
    <w:lvl w:ilvl="1">
      <w:numFmt w:val="bullet"/>
      <w:lvlText w:val="-"/>
      <w:lvlJc w:val="left"/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>
    <w:nsid w:val="28B902C7"/>
    <w:multiLevelType w:val="hybridMultilevel"/>
    <w:tmpl w:val="783290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5443DF"/>
    <w:multiLevelType w:val="hybridMultilevel"/>
    <w:tmpl w:val="E8D267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C6143D9"/>
    <w:multiLevelType w:val="hybridMultilevel"/>
    <w:tmpl w:val="FF0E4BD4"/>
    <w:lvl w:ilvl="0" w:tplc="93000E90">
      <w:start w:val="6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5">
    <w:nsid w:val="2F4E7C81"/>
    <w:multiLevelType w:val="multilevel"/>
    <w:tmpl w:val="3A762426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>
    <w:nsid w:val="31C92760"/>
    <w:multiLevelType w:val="multilevel"/>
    <w:tmpl w:val="DA4C398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1412" w:hanging="76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2" w:hanging="768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32" w:hanging="768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cs="Times New Roman" w:hint="default"/>
      </w:rPr>
    </w:lvl>
  </w:abstractNum>
  <w:abstractNum w:abstractNumId="17">
    <w:nsid w:val="36D41839"/>
    <w:multiLevelType w:val="hybridMultilevel"/>
    <w:tmpl w:val="78245FB4"/>
    <w:lvl w:ilvl="0" w:tplc="94863D50">
      <w:start w:val="5"/>
      <w:numFmt w:val="decimal"/>
      <w:lvlText w:val="%1."/>
      <w:lvlJc w:val="left"/>
      <w:pPr>
        <w:ind w:left="11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18">
    <w:nsid w:val="3D0071D7"/>
    <w:multiLevelType w:val="hybridMultilevel"/>
    <w:tmpl w:val="F03CCDEA"/>
    <w:lvl w:ilvl="0" w:tplc="8B04B108">
      <w:start w:val="7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3EAB5DF7"/>
    <w:multiLevelType w:val="hybridMultilevel"/>
    <w:tmpl w:val="336042F8"/>
    <w:lvl w:ilvl="0" w:tplc="C7966E0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2E18A3"/>
    <w:multiLevelType w:val="hybridMultilevel"/>
    <w:tmpl w:val="D8EEA132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>
    <w:nsid w:val="41354021"/>
    <w:multiLevelType w:val="multilevel"/>
    <w:tmpl w:val="CC2A10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>
    <w:nsid w:val="418B2A78"/>
    <w:multiLevelType w:val="hybridMultilevel"/>
    <w:tmpl w:val="5192E5BE"/>
    <w:lvl w:ilvl="0" w:tplc="F190EA7C">
      <w:start w:val="1"/>
      <w:numFmt w:val="lowerLetter"/>
      <w:lvlText w:val="%1.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>
    <w:nsid w:val="443620F4"/>
    <w:multiLevelType w:val="hybridMultilevel"/>
    <w:tmpl w:val="D3F856F0"/>
    <w:lvl w:ilvl="0" w:tplc="ED4648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71D6DDE"/>
    <w:multiLevelType w:val="hybridMultilevel"/>
    <w:tmpl w:val="4490C0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80534DF"/>
    <w:multiLevelType w:val="hybridMultilevel"/>
    <w:tmpl w:val="3C7254E4"/>
    <w:lvl w:ilvl="0" w:tplc="9EAEE07C">
      <w:start w:val="4"/>
      <w:numFmt w:val="decimal"/>
      <w:lvlText w:val="%1."/>
      <w:lvlJc w:val="left"/>
      <w:pPr>
        <w:ind w:left="33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6470B7"/>
    <w:multiLevelType w:val="hybridMultilevel"/>
    <w:tmpl w:val="E4CC003E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7">
    <w:nsid w:val="529E32D1"/>
    <w:multiLevelType w:val="hybridMultilevel"/>
    <w:tmpl w:val="813EABA4"/>
    <w:lvl w:ilvl="0" w:tplc="D9D6A98A">
      <w:start w:val="7"/>
      <w:numFmt w:val="decimal"/>
      <w:lvlText w:val="%1."/>
      <w:lvlJc w:val="left"/>
      <w:pPr>
        <w:ind w:left="330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CE0471"/>
    <w:multiLevelType w:val="hybridMultilevel"/>
    <w:tmpl w:val="2CC62B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B935769"/>
    <w:multiLevelType w:val="hybridMultilevel"/>
    <w:tmpl w:val="120A4E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E765F6"/>
    <w:multiLevelType w:val="hybridMultilevel"/>
    <w:tmpl w:val="A4AE42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775E19"/>
    <w:multiLevelType w:val="hybridMultilevel"/>
    <w:tmpl w:val="C7DAAACE"/>
    <w:lvl w:ilvl="0" w:tplc="607E50F2">
      <w:start w:val="1"/>
      <w:numFmt w:val="lowerLetter"/>
      <w:lvlText w:val="%1.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>
    <w:nsid w:val="63341A79"/>
    <w:multiLevelType w:val="multilevel"/>
    <w:tmpl w:val="96DE553E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4211B6C"/>
    <w:multiLevelType w:val="hybridMultilevel"/>
    <w:tmpl w:val="7F52D58A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4">
    <w:nsid w:val="699305DA"/>
    <w:multiLevelType w:val="hybridMultilevel"/>
    <w:tmpl w:val="755A87C4"/>
    <w:lvl w:ilvl="0" w:tplc="D3641F4A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015266C"/>
    <w:multiLevelType w:val="hybridMultilevel"/>
    <w:tmpl w:val="3AF08338"/>
    <w:lvl w:ilvl="0" w:tplc="B384413E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>
    <w:nsid w:val="72DC2517"/>
    <w:multiLevelType w:val="multilevel"/>
    <w:tmpl w:val="270E88D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C4539B"/>
    <w:multiLevelType w:val="hybridMultilevel"/>
    <w:tmpl w:val="5A2822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9578BD"/>
    <w:multiLevelType w:val="multilevel"/>
    <w:tmpl w:val="9684D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>
    <w:nsid w:val="78773F9C"/>
    <w:multiLevelType w:val="multilevel"/>
    <w:tmpl w:val="53DC761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0">
    <w:nsid w:val="787F01BA"/>
    <w:multiLevelType w:val="hybridMultilevel"/>
    <w:tmpl w:val="C1428854"/>
    <w:lvl w:ilvl="0" w:tplc="E652802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A49144E"/>
    <w:multiLevelType w:val="hybridMultilevel"/>
    <w:tmpl w:val="4B10F9BC"/>
    <w:lvl w:ilvl="0" w:tplc="3B8A738C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BAD7C7E"/>
    <w:multiLevelType w:val="multilevel"/>
    <w:tmpl w:val="F42E36E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>
    <w:nsid w:val="7C6C7D84"/>
    <w:multiLevelType w:val="hybridMultilevel"/>
    <w:tmpl w:val="7E10A3A2"/>
    <w:lvl w:ilvl="0" w:tplc="A3B014F6">
      <w:start w:val="1"/>
      <w:numFmt w:val="decimal"/>
      <w:lvlText w:val="%1.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4">
    <w:nsid w:val="7E6E03E8"/>
    <w:multiLevelType w:val="hybridMultilevel"/>
    <w:tmpl w:val="25BE6A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0"/>
  </w:num>
  <w:num w:numId="5">
    <w:abstractNumId w:val="28"/>
  </w:num>
  <w:num w:numId="6">
    <w:abstractNumId w:val="41"/>
  </w:num>
  <w:num w:numId="7">
    <w:abstractNumId w:val="10"/>
  </w:num>
  <w:num w:numId="8">
    <w:abstractNumId w:val="44"/>
  </w:num>
  <w:num w:numId="9">
    <w:abstractNumId w:val="8"/>
  </w:num>
  <w:num w:numId="10">
    <w:abstractNumId w:val="2"/>
  </w:num>
  <w:num w:numId="11">
    <w:abstractNumId w:val="30"/>
  </w:num>
  <w:num w:numId="12">
    <w:abstractNumId w:val="19"/>
  </w:num>
  <w:num w:numId="13">
    <w:abstractNumId w:val="37"/>
  </w:num>
  <w:num w:numId="14">
    <w:abstractNumId w:val="24"/>
  </w:num>
  <w:num w:numId="15">
    <w:abstractNumId w:val="12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5"/>
  </w:num>
  <w:num w:numId="19">
    <w:abstractNumId w:val="2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eastAsia="Times New Roman" w:hAnsi="Times New Roman" w:cs="Times New Roman"/>
          <w:b w:val="0"/>
          <w:bCs w:val="0"/>
        </w:rPr>
      </w:lvl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33"/>
  </w:num>
  <w:num w:numId="29">
    <w:abstractNumId w:val="26"/>
  </w:num>
  <w:num w:numId="30">
    <w:abstractNumId w:val="25"/>
  </w:num>
  <w:num w:numId="31">
    <w:abstractNumId w:val="27"/>
  </w:num>
  <w:num w:numId="32">
    <w:abstractNumId w:val="1"/>
  </w:num>
  <w:num w:numId="33">
    <w:abstractNumId w:val="17"/>
  </w:num>
  <w:num w:numId="34">
    <w:abstractNumId w:val="14"/>
  </w:num>
  <w:num w:numId="35">
    <w:abstractNumId w:val="18"/>
  </w:num>
  <w:num w:numId="36">
    <w:abstractNumId w:val="34"/>
  </w:num>
  <w:num w:numId="37">
    <w:abstractNumId w:val="39"/>
  </w:num>
  <w:num w:numId="38">
    <w:abstractNumId w:val="42"/>
  </w:num>
  <w:num w:numId="39">
    <w:abstractNumId w:val="35"/>
  </w:num>
  <w:num w:numId="40">
    <w:abstractNumId w:val="43"/>
  </w:num>
  <w:num w:numId="41">
    <w:abstractNumId w:val="5"/>
  </w:num>
  <w:num w:numId="42">
    <w:abstractNumId w:val="4"/>
  </w:num>
  <w:num w:numId="43">
    <w:abstractNumId w:val="31"/>
  </w:num>
  <w:num w:numId="44">
    <w:abstractNumId w:val="22"/>
  </w:num>
  <w:num w:numId="45">
    <w:abstractNumId w:val="13"/>
  </w:num>
  <w:num w:numId="46">
    <w:abstractNumId w:val="6"/>
  </w:num>
  <w:num w:numId="47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5C3"/>
    <w:rsid w:val="00003C3F"/>
    <w:rsid w:val="000162E3"/>
    <w:rsid w:val="00043545"/>
    <w:rsid w:val="000657FF"/>
    <w:rsid w:val="00066C9A"/>
    <w:rsid w:val="00075864"/>
    <w:rsid w:val="00082456"/>
    <w:rsid w:val="00082471"/>
    <w:rsid w:val="000B5830"/>
    <w:rsid w:val="000E49C4"/>
    <w:rsid w:val="000E6A56"/>
    <w:rsid w:val="000F10E9"/>
    <w:rsid w:val="000F7E3E"/>
    <w:rsid w:val="00110E1F"/>
    <w:rsid w:val="001222FB"/>
    <w:rsid w:val="00127338"/>
    <w:rsid w:val="001328B3"/>
    <w:rsid w:val="0014487A"/>
    <w:rsid w:val="001542E5"/>
    <w:rsid w:val="00175E75"/>
    <w:rsid w:val="00186615"/>
    <w:rsid w:val="001A1522"/>
    <w:rsid w:val="001A6DAB"/>
    <w:rsid w:val="001B3866"/>
    <w:rsid w:val="001C0764"/>
    <w:rsid w:val="001C6DFE"/>
    <w:rsid w:val="00210564"/>
    <w:rsid w:val="002275AF"/>
    <w:rsid w:val="002405D0"/>
    <w:rsid w:val="00257427"/>
    <w:rsid w:val="00262F4D"/>
    <w:rsid w:val="00273C1A"/>
    <w:rsid w:val="0028336D"/>
    <w:rsid w:val="002A47BD"/>
    <w:rsid w:val="002A522E"/>
    <w:rsid w:val="002B2AC0"/>
    <w:rsid w:val="002B7D0D"/>
    <w:rsid w:val="002F654F"/>
    <w:rsid w:val="003036FC"/>
    <w:rsid w:val="00306701"/>
    <w:rsid w:val="00315952"/>
    <w:rsid w:val="00315C51"/>
    <w:rsid w:val="00320D15"/>
    <w:rsid w:val="003377B7"/>
    <w:rsid w:val="00344149"/>
    <w:rsid w:val="00372696"/>
    <w:rsid w:val="00372FA5"/>
    <w:rsid w:val="00376110"/>
    <w:rsid w:val="00377CEF"/>
    <w:rsid w:val="003953B8"/>
    <w:rsid w:val="003B4D52"/>
    <w:rsid w:val="003B7955"/>
    <w:rsid w:val="003C287B"/>
    <w:rsid w:val="003F54C4"/>
    <w:rsid w:val="003F77BA"/>
    <w:rsid w:val="004021C6"/>
    <w:rsid w:val="004044F5"/>
    <w:rsid w:val="0042215C"/>
    <w:rsid w:val="0043098C"/>
    <w:rsid w:val="00435548"/>
    <w:rsid w:val="00435B53"/>
    <w:rsid w:val="004425F9"/>
    <w:rsid w:val="00443E75"/>
    <w:rsid w:val="004620B1"/>
    <w:rsid w:val="00465609"/>
    <w:rsid w:val="00481241"/>
    <w:rsid w:val="00491FD1"/>
    <w:rsid w:val="0049334D"/>
    <w:rsid w:val="004B2020"/>
    <w:rsid w:val="004B7CAD"/>
    <w:rsid w:val="004C158E"/>
    <w:rsid w:val="004C4B8F"/>
    <w:rsid w:val="004D046A"/>
    <w:rsid w:val="004F2E98"/>
    <w:rsid w:val="0050508B"/>
    <w:rsid w:val="005146AE"/>
    <w:rsid w:val="00531267"/>
    <w:rsid w:val="00532145"/>
    <w:rsid w:val="00533595"/>
    <w:rsid w:val="00540A36"/>
    <w:rsid w:val="00541739"/>
    <w:rsid w:val="005473D9"/>
    <w:rsid w:val="005668EB"/>
    <w:rsid w:val="00571E2A"/>
    <w:rsid w:val="00580D57"/>
    <w:rsid w:val="005822BA"/>
    <w:rsid w:val="00593BE1"/>
    <w:rsid w:val="005A071A"/>
    <w:rsid w:val="005B56C5"/>
    <w:rsid w:val="005C5520"/>
    <w:rsid w:val="005D7985"/>
    <w:rsid w:val="005E23F6"/>
    <w:rsid w:val="005E2415"/>
    <w:rsid w:val="005F2B51"/>
    <w:rsid w:val="005F5063"/>
    <w:rsid w:val="0061210D"/>
    <w:rsid w:val="00627184"/>
    <w:rsid w:val="006409E8"/>
    <w:rsid w:val="00655192"/>
    <w:rsid w:val="00671AEB"/>
    <w:rsid w:val="00680359"/>
    <w:rsid w:val="00694527"/>
    <w:rsid w:val="006B16E3"/>
    <w:rsid w:val="006C4B10"/>
    <w:rsid w:val="006F1F7D"/>
    <w:rsid w:val="006F6299"/>
    <w:rsid w:val="0070128A"/>
    <w:rsid w:val="007048B2"/>
    <w:rsid w:val="00707CA6"/>
    <w:rsid w:val="007232A9"/>
    <w:rsid w:val="007406F7"/>
    <w:rsid w:val="00753955"/>
    <w:rsid w:val="007547D6"/>
    <w:rsid w:val="00765821"/>
    <w:rsid w:val="00771A98"/>
    <w:rsid w:val="00783E53"/>
    <w:rsid w:val="007C2074"/>
    <w:rsid w:val="007F0FCF"/>
    <w:rsid w:val="007F60DF"/>
    <w:rsid w:val="00813AB6"/>
    <w:rsid w:val="008157E3"/>
    <w:rsid w:val="00830BC4"/>
    <w:rsid w:val="00840981"/>
    <w:rsid w:val="0084341D"/>
    <w:rsid w:val="00853A2E"/>
    <w:rsid w:val="0087048C"/>
    <w:rsid w:val="008755E7"/>
    <w:rsid w:val="008778B2"/>
    <w:rsid w:val="008802D8"/>
    <w:rsid w:val="00885E13"/>
    <w:rsid w:val="008A0F31"/>
    <w:rsid w:val="008D4290"/>
    <w:rsid w:val="0090497F"/>
    <w:rsid w:val="00907411"/>
    <w:rsid w:val="0092043A"/>
    <w:rsid w:val="0092320E"/>
    <w:rsid w:val="00925400"/>
    <w:rsid w:val="0092650C"/>
    <w:rsid w:val="00971B8A"/>
    <w:rsid w:val="009729F8"/>
    <w:rsid w:val="00974C73"/>
    <w:rsid w:val="0099354F"/>
    <w:rsid w:val="009A6EC9"/>
    <w:rsid w:val="009B15F4"/>
    <w:rsid w:val="009B2124"/>
    <w:rsid w:val="009E2F50"/>
    <w:rsid w:val="009F4503"/>
    <w:rsid w:val="00A0357C"/>
    <w:rsid w:val="00A06A24"/>
    <w:rsid w:val="00A10274"/>
    <w:rsid w:val="00A16048"/>
    <w:rsid w:val="00A560A7"/>
    <w:rsid w:val="00A65F3F"/>
    <w:rsid w:val="00A915B3"/>
    <w:rsid w:val="00A93440"/>
    <w:rsid w:val="00AB0DC2"/>
    <w:rsid w:val="00AC1E7E"/>
    <w:rsid w:val="00AC6E11"/>
    <w:rsid w:val="00AF1C43"/>
    <w:rsid w:val="00B075C3"/>
    <w:rsid w:val="00B120AF"/>
    <w:rsid w:val="00B12B32"/>
    <w:rsid w:val="00B32CF1"/>
    <w:rsid w:val="00B472A0"/>
    <w:rsid w:val="00B708D8"/>
    <w:rsid w:val="00B91597"/>
    <w:rsid w:val="00B955F5"/>
    <w:rsid w:val="00BB20D6"/>
    <w:rsid w:val="00BC2B03"/>
    <w:rsid w:val="00BD558E"/>
    <w:rsid w:val="00BE2D6D"/>
    <w:rsid w:val="00BF3C38"/>
    <w:rsid w:val="00C10748"/>
    <w:rsid w:val="00C1263C"/>
    <w:rsid w:val="00C13FB5"/>
    <w:rsid w:val="00C21B59"/>
    <w:rsid w:val="00C23BDD"/>
    <w:rsid w:val="00C26F42"/>
    <w:rsid w:val="00C35A92"/>
    <w:rsid w:val="00C36709"/>
    <w:rsid w:val="00C43581"/>
    <w:rsid w:val="00C45CF6"/>
    <w:rsid w:val="00C6765C"/>
    <w:rsid w:val="00C73B86"/>
    <w:rsid w:val="00C854B9"/>
    <w:rsid w:val="00C95D6B"/>
    <w:rsid w:val="00CA1C69"/>
    <w:rsid w:val="00CA2C3E"/>
    <w:rsid w:val="00CB15E1"/>
    <w:rsid w:val="00CB4A2F"/>
    <w:rsid w:val="00CC3565"/>
    <w:rsid w:val="00CC7833"/>
    <w:rsid w:val="00CD12EA"/>
    <w:rsid w:val="00CD17BB"/>
    <w:rsid w:val="00CD4AEE"/>
    <w:rsid w:val="00CE2003"/>
    <w:rsid w:val="00CF0E0B"/>
    <w:rsid w:val="00D12250"/>
    <w:rsid w:val="00D14905"/>
    <w:rsid w:val="00D55B93"/>
    <w:rsid w:val="00D5765A"/>
    <w:rsid w:val="00D5791D"/>
    <w:rsid w:val="00D64813"/>
    <w:rsid w:val="00D64A2C"/>
    <w:rsid w:val="00D73CF0"/>
    <w:rsid w:val="00D85A1F"/>
    <w:rsid w:val="00D93C26"/>
    <w:rsid w:val="00DA11B3"/>
    <w:rsid w:val="00DE34D4"/>
    <w:rsid w:val="00DE4917"/>
    <w:rsid w:val="00DF2447"/>
    <w:rsid w:val="00E016FC"/>
    <w:rsid w:val="00E040ED"/>
    <w:rsid w:val="00E0418C"/>
    <w:rsid w:val="00E124E9"/>
    <w:rsid w:val="00E1266D"/>
    <w:rsid w:val="00E13326"/>
    <w:rsid w:val="00E30B39"/>
    <w:rsid w:val="00E35A04"/>
    <w:rsid w:val="00E45D6E"/>
    <w:rsid w:val="00E46442"/>
    <w:rsid w:val="00E72917"/>
    <w:rsid w:val="00E9151B"/>
    <w:rsid w:val="00E979D6"/>
    <w:rsid w:val="00EA0B19"/>
    <w:rsid w:val="00EA10F2"/>
    <w:rsid w:val="00EA220F"/>
    <w:rsid w:val="00EC3872"/>
    <w:rsid w:val="00ED0DBF"/>
    <w:rsid w:val="00ED32D4"/>
    <w:rsid w:val="00ED3441"/>
    <w:rsid w:val="00EE2034"/>
    <w:rsid w:val="00EE3F0A"/>
    <w:rsid w:val="00EF68E9"/>
    <w:rsid w:val="00F05D6F"/>
    <w:rsid w:val="00F11520"/>
    <w:rsid w:val="00F17E4D"/>
    <w:rsid w:val="00F25B39"/>
    <w:rsid w:val="00F51BE0"/>
    <w:rsid w:val="00F74E0B"/>
    <w:rsid w:val="00F7792D"/>
    <w:rsid w:val="00FB40B5"/>
    <w:rsid w:val="00FB6CCC"/>
    <w:rsid w:val="00FC480A"/>
    <w:rsid w:val="00FD0BFB"/>
    <w:rsid w:val="00FD6980"/>
    <w:rsid w:val="00FE4EC8"/>
    <w:rsid w:val="00FE78B6"/>
    <w:rsid w:val="00FF2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33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075C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CB15E1"/>
    <w:pPr>
      <w:ind w:left="720"/>
      <w:contextualSpacing/>
    </w:pPr>
  </w:style>
  <w:style w:type="paragraph" w:styleId="List">
    <w:name w:val="List"/>
    <w:basedOn w:val="Normal"/>
    <w:uiPriority w:val="99"/>
    <w:rsid w:val="00A93440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uiPriority w:val="99"/>
    <w:rsid w:val="0070128A"/>
    <w:pPr>
      <w:widowControl w:val="0"/>
      <w:suppressAutoHyphens/>
      <w:autoSpaceDN w:val="0"/>
    </w:pPr>
    <w:rPr>
      <w:rFonts w:cs="Calibri"/>
      <w:kern w:val="3"/>
      <w:sz w:val="24"/>
      <w:szCs w:val="24"/>
      <w:lang w:eastAsia="zh-CN"/>
    </w:rPr>
  </w:style>
  <w:style w:type="paragraph" w:customStyle="1" w:styleId="Tekstpodstawowy21">
    <w:name w:val="Tekst podstawowy 21"/>
    <w:basedOn w:val="Normal"/>
    <w:uiPriority w:val="99"/>
    <w:rsid w:val="00A915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971B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1B8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5F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2B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2B51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AC1E7E"/>
    <w:rPr>
      <w:rFonts w:cs="Times New Roman"/>
      <w:b/>
    </w:rPr>
  </w:style>
  <w:style w:type="paragraph" w:customStyle="1" w:styleId="Tekstpodstawowy31">
    <w:name w:val="Tekst podstawowy 31"/>
    <w:basedOn w:val="Normal"/>
    <w:uiPriority w:val="99"/>
    <w:rsid w:val="00AC1E7E"/>
    <w:pPr>
      <w:suppressAutoHyphens/>
      <w:spacing w:after="0" w:line="240" w:lineRule="auto"/>
      <w:jc w:val="both"/>
      <w:textAlignment w:val="baseline"/>
    </w:pPr>
    <w:rPr>
      <w:rFonts w:ascii="Times New Roman" w:hAnsi="Times New Roman" w:cs="Times New Roman"/>
      <w:kern w:val="1"/>
      <w:sz w:val="26"/>
      <w:szCs w:val="20"/>
      <w:lang w:eastAsia="zh-CN"/>
    </w:rPr>
  </w:style>
  <w:style w:type="paragraph" w:customStyle="1" w:styleId="western">
    <w:name w:val="western"/>
    <w:basedOn w:val="Normal"/>
    <w:uiPriority w:val="99"/>
    <w:rsid w:val="00853A2E"/>
    <w:pPr>
      <w:spacing w:before="100" w:beforeAutospacing="1" w:after="142" w:line="276" w:lineRule="auto"/>
    </w:pPr>
    <w:rPr>
      <w:rFonts w:ascii="Times New Roman" w:hAnsi="Times New Roman" w:cs="Times New Roman"/>
      <w:color w:val="000000"/>
      <w:sz w:val="20"/>
      <w:szCs w:val="20"/>
      <w:lang w:eastAsia="pl-PL"/>
    </w:rPr>
  </w:style>
  <w:style w:type="numbering" w:customStyle="1" w:styleId="WWNum22">
    <w:name w:val="WWNum22"/>
    <w:rsid w:val="00345C8B"/>
    <w:pPr>
      <w:numPr>
        <w:numId w:val="2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6</Pages>
  <Words>1887</Words>
  <Characters>11325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</dc:title>
  <dc:subject/>
  <dc:creator>rw9</dc:creator>
  <cp:keywords/>
  <dc:description/>
  <cp:lastModifiedBy>zp2</cp:lastModifiedBy>
  <cp:revision>16</cp:revision>
  <cp:lastPrinted>2019-10-15T08:11:00Z</cp:lastPrinted>
  <dcterms:created xsi:type="dcterms:W3CDTF">2019-09-26T09:16:00Z</dcterms:created>
  <dcterms:modified xsi:type="dcterms:W3CDTF">2019-10-15T08:11:00Z</dcterms:modified>
</cp:coreProperties>
</file>